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E66" w:rsidRDefault="00E56E66" w:rsidP="00E56E66">
      <w:pPr>
        <w:pStyle w:val="Heading1"/>
        <w:spacing w:line="360" w:lineRule="auto"/>
        <w:jc w:val="center"/>
        <w:rPr>
          <w:rFonts w:asciiTheme="minorHAnsi" w:eastAsia="华文行楷" w:hAnsiTheme="minorHAnsi"/>
          <w:b w:val="0"/>
          <w:color w:val="548DD4" w:themeColor="text2" w:themeTint="99"/>
          <w:sz w:val="40"/>
          <w:szCs w:val="40"/>
          <w:shd w:val="clear" w:color="000000" w:fill="FFFFFF"/>
        </w:rPr>
      </w:pPr>
    </w:p>
    <w:p w:rsidR="005459E1" w:rsidRPr="00F45249" w:rsidRDefault="005459E1" w:rsidP="00E56E66">
      <w:pPr>
        <w:pStyle w:val="Heading1"/>
        <w:spacing w:line="360" w:lineRule="auto"/>
        <w:jc w:val="center"/>
        <w:rPr>
          <w:rFonts w:ascii="华文行楷" w:eastAsia="华文行楷" w:hAnsi="Microsoft YaHei" w:hint="eastAsia"/>
          <w:b w:val="0"/>
          <w:color w:val="548DD4" w:themeColor="text2" w:themeTint="99"/>
          <w:sz w:val="40"/>
          <w:szCs w:val="40"/>
          <w:shd w:val="clear" w:color="000000" w:fill="FFFFFF"/>
        </w:rPr>
      </w:pPr>
      <w:r w:rsidRPr="00F45249">
        <w:rPr>
          <w:rFonts w:ascii="华文行楷" w:eastAsia="华文行楷" w:hAnsi="Microsoft YaHei" w:hint="eastAsia"/>
          <w:b w:val="0"/>
          <w:color w:val="548DD4" w:themeColor="text2" w:themeTint="99"/>
          <w:sz w:val="40"/>
          <w:szCs w:val="40"/>
          <w:shd w:val="clear" w:color="000000" w:fill="FFFFFF"/>
        </w:rPr>
        <w:t>【</w:t>
      </w:r>
      <w:r w:rsidR="00967AF3" w:rsidRPr="00F45249">
        <w:rPr>
          <w:rFonts w:ascii="华文行楷" w:eastAsia="华文行楷" w:hAnsi="Microsoft YaHei" w:hint="eastAsia"/>
          <w:color w:val="548DD4" w:themeColor="text2" w:themeTint="99"/>
          <w:sz w:val="40"/>
          <w:szCs w:val="40"/>
          <w:shd w:val="clear" w:color="000000" w:fill="FFFFFF"/>
        </w:rPr>
        <w:t>看美剧学英语/</w:t>
      </w:r>
      <w:r w:rsidR="00597DF3" w:rsidRPr="00F45249">
        <w:rPr>
          <w:rFonts w:ascii="华文行楷" w:eastAsia="华文行楷" w:hAnsi="Microsoft YaHei" w:hint="eastAsia"/>
          <w:color w:val="548DD4" w:themeColor="text2" w:themeTint="99"/>
          <w:sz w:val="40"/>
          <w:szCs w:val="40"/>
          <w:shd w:val="clear" w:color="000000" w:fill="FFFFFF"/>
        </w:rPr>
        <w:t>美语/</w:t>
      </w:r>
      <w:r w:rsidR="00967AF3" w:rsidRPr="00F45249">
        <w:rPr>
          <w:rFonts w:ascii="华文行楷" w:eastAsia="华文行楷" w:hAnsi="Microsoft YaHei" w:hint="eastAsia"/>
          <w:color w:val="548DD4" w:themeColor="text2" w:themeTint="99"/>
          <w:sz w:val="40"/>
          <w:szCs w:val="40"/>
          <w:shd w:val="clear" w:color="000000" w:fill="FFFFFF"/>
        </w:rPr>
        <w:t>口语/单词</w:t>
      </w:r>
      <w:r w:rsidRPr="00F45249">
        <w:rPr>
          <w:rFonts w:ascii="华文行楷" w:eastAsia="华文行楷" w:hAnsi="Microsoft YaHei" w:hint="eastAsia"/>
          <w:b w:val="0"/>
          <w:color w:val="548DD4" w:themeColor="text2" w:themeTint="99"/>
          <w:sz w:val="40"/>
          <w:szCs w:val="40"/>
          <w:shd w:val="clear" w:color="000000" w:fill="FFFFFF"/>
        </w:rPr>
        <w:t>】</w:t>
      </w:r>
    </w:p>
    <w:p w:rsidR="00CB0775" w:rsidRPr="00F45249" w:rsidRDefault="005459E1" w:rsidP="00E56E66">
      <w:pPr>
        <w:pStyle w:val="Heading1"/>
        <w:spacing w:line="360" w:lineRule="auto"/>
        <w:jc w:val="center"/>
        <w:rPr>
          <w:rFonts w:ascii="华文行楷" w:eastAsia="华文行楷" w:hAnsi="Microsoft YaHei" w:hint="eastAsia"/>
          <w:b w:val="0"/>
          <w:color w:val="76923C" w:themeColor="accent3" w:themeShade="BF"/>
          <w:sz w:val="40"/>
          <w:szCs w:val="40"/>
          <w:shd w:val="clear" w:color="000000" w:fill="FFFFFF"/>
        </w:rPr>
      </w:pPr>
      <w:r w:rsidRPr="00F45249">
        <w:rPr>
          <w:rFonts w:ascii="华文行楷" w:eastAsia="华文行楷" w:hAnsi="Microsoft YaHei" w:hint="eastAsia"/>
          <w:b w:val="0"/>
          <w:color w:val="76923C" w:themeColor="accent3" w:themeShade="BF"/>
          <w:sz w:val="40"/>
          <w:szCs w:val="40"/>
          <w:shd w:val="clear" w:color="000000" w:fill="FFFFFF"/>
        </w:rPr>
        <w:t>【 Wind-VDS笔记系列】</w:t>
      </w:r>
    </w:p>
    <w:p w:rsidR="00287085" w:rsidRPr="00F45249" w:rsidRDefault="00287085" w:rsidP="00E56E66">
      <w:pPr>
        <w:spacing w:line="360" w:lineRule="auto"/>
        <w:rPr>
          <w:rFonts w:ascii="华文行楷" w:eastAsia="华文行楷" w:hint="eastAsia"/>
        </w:rPr>
      </w:pPr>
    </w:p>
    <w:p w:rsidR="004C540D" w:rsidRPr="00F45249" w:rsidRDefault="004C540D" w:rsidP="00E56E66">
      <w:pPr>
        <w:spacing w:line="360" w:lineRule="auto"/>
        <w:rPr>
          <w:rFonts w:ascii="华文行楷" w:eastAsia="华文行楷" w:hint="eastAsia"/>
        </w:rPr>
      </w:pPr>
    </w:p>
    <w:p w:rsidR="004C540D" w:rsidRPr="00F45249" w:rsidRDefault="004C540D" w:rsidP="00E56E66">
      <w:pPr>
        <w:spacing w:line="360" w:lineRule="auto"/>
        <w:rPr>
          <w:rFonts w:ascii="华文行楷" w:eastAsia="华文行楷" w:hint="eastAsia"/>
        </w:rPr>
      </w:pPr>
    </w:p>
    <w:p w:rsidR="00287085" w:rsidRPr="00F45249" w:rsidRDefault="00287085" w:rsidP="00E56E66">
      <w:pPr>
        <w:pStyle w:val="Heading1"/>
        <w:spacing w:line="360" w:lineRule="auto"/>
        <w:jc w:val="center"/>
        <w:rPr>
          <w:rFonts w:ascii="Arial" w:eastAsia="华文行楷" w:hAnsi="Arial" w:cs="Arial"/>
          <w:color w:val="auto"/>
          <w:sz w:val="72"/>
          <w:szCs w:val="56"/>
          <w:shd w:val="clear" w:color="000000" w:fill="FFFFFF"/>
        </w:rPr>
      </w:pPr>
      <w:r w:rsidRPr="00F45249">
        <w:rPr>
          <w:rFonts w:ascii="Arial" w:eastAsia="华文行楷" w:hAnsi="Arial" w:cs="Arial"/>
          <w:color w:val="auto"/>
          <w:sz w:val="72"/>
          <w:szCs w:val="56"/>
          <w:shd w:val="clear" w:color="000000" w:fill="FFFFFF"/>
        </w:rPr>
        <w:t>The Big Bang Theory S0</w:t>
      </w:r>
      <w:r w:rsidR="001208C1" w:rsidRPr="00F45249">
        <w:rPr>
          <w:rFonts w:ascii="Arial" w:eastAsia="华文行楷" w:hAnsi="Arial" w:cs="Arial"/>
          <w:color w:val="auto"/>
          <w:sz w:val="72"/>
          <w:szCs w:val="56"/>
          <w:shd w:val="clear" w:color="000000" w:fill="FFFFFF"/>
        </w:rPr>
        <w:t>4E</w:t>
      </w:r>
      <w:r w:rsidR="00E56E66">
        <w:rPr>
          <w:rFonts w:ascii="Arial" w:eastAsia="华文行楷" w:hAnsi="Arial" w:cs="Arial"/>
          <w:color w:val="auto"/>
          <w:sz w:val="72"/>
          <w:szCs w:val="56"/>
          <w:shd w:val="clear" w:color="000000" w:fill="FFFFFF"/>
        </w:rPr>
        <w:t>24</w:t>
      </w:r>
    </w:p>
    <w:p w:rsidR="004C540D" w:rsidRPr="004C540D" w:rsidRDefault="004C540D" w:rsidP="00E56E66">
      <w:pPr>
        <w:spacing w:line="360" w:lineRule="auto"/>
        <w:rPr>
          <w:rFonts w:hint="eastAsia"/>
        </w:rPr>
      </w:pPr>
    </w:p>
    <w:p w:rsidR="00F60045" w:rsidRPr="00F60045" w:rsidRDefault="00F60045" w:rsidP="00E56E66">
      <w:pPr>
        <w:spacing w:line="360" w:lineRule="auto"/>
        <w:rPr>
          <w:rFonts w:hint="eastAsia"/>
        </w:rPr>
      </w:pPr>
    </w:p>
    <w:p w:rsidR="00AE12F1" w:rsidRDefault="00AE12F1" w:rsidP="00E56E66">
      <w:pPr>
        <w:pStyle w:val="Heading1"/>
        <w:spacing w:line="360" w:lineRule="auto"/>
        <w:jc w:val="center"/>
        <w:rPr>
          <w:rFonts w:ascii="楷体" w:eastAsia="楷体" w:hAnsi="楷体"/>
          <w:color w:val="auto"/>
          <w:sz w:val="28"/>
        </w:rPr>
      </w:pPr>
    </w:p>
    <w:p w:rsidR="00AE12F1" w:rsidRPr="00AE12F1" w:rsidRDefault="00AE12F1" w:rsidP="00E56E66">
      <w:pPr>
        <w:spacing w:line="360" w:lineRule="auto"/>
        <w:rPr>
          <w:rFonts w:hint="eastAsia"/>
        </w:rPr>
      </w:pPr>
    </w:p>
    <w:p w:rsidR="004C540D" w:rsidRPr="00F45249" w:rsidRDefault="005459E1" w:rsidP="00E56E66">
      <w:pPr>
        <w:pStyle w:val="Heading1"/>
        <w:spacing w:line="360" w:lineRule="auto"/>
        <w:jc w:val="center"/>
        <w:rPr>
          <w:rFonts w:ascii="楷体" w:eastAsia="楷体" w:hAnsi="楷体"/>
          <w:color w:val="auto"/>
          <w:sz w:val="28"/>
        </w:rPr>
      </w:pPr>
      <w:r w:rsidRPr="00F45249">
        <w:rPr>
          <w:rFonts w:ascii="楷体" w:eastAsia="楷体" w:hAnsi="楷体" w:hint="eastAsia"/>
          <w:color w:val="auto"/>
          <w:sz w:val="28"/>
        </w:rPr>
        <w:t>作者: Wind-VD</w:t>
      </w:r>
      <w:r w:rsidR="004C540D" w:rsidRPr="00F45249">
        <w:rPr>
          <w:rFonts w:ascii="楷体" w:eastAsia="楷体" w:hAnsi="楷体" w:hint="eastAsia"/>
          <w:color w:val="auto"/>
          <w:sz w:val="28"/>
        </w:rPr>
        <w:t>S</w:t>
      </w:r>
    </w:p>
    <w:p w:rsidR="005459E1" w:rsidRPr="00F45249" w:rsidRDefault="001208C1" w:rsidP="00E56E66">
      <w:pPr>
        <w:pStyle w:val="Heading1"/>
        <w:spacing w:line="360" w:lineRule="auto"/>
        <w:jc w:val="center"/>
        <w:rPr>
          <w:rFonts w:ascii="楷体" w:eastAsia="楷体" w:hAnsi="楷体"/>
          <w:color w:val="auto"/>
          <w:sz w:val="28"/>
        </w:rPr>
      </w:pPr>
      <w:r w:rsidRPr="00F45249">
        <w:rPr>
          <w:rFonts w:ascii="楷体" w:eastAsia="楷体" w:hAnsi="楷体" w:hint="eastAsia"/>
          <w:color w:val="auto"/>
          <w:sz w:val="28"/>
        </w:rPr>
        <w:t>创作于</w:t>
      </w:r>
      <w:r w:rsidR="004C540D" w:rsidRPr="00F45249">
        <w:rPr>
          <w:rFonts w:ascii="楷体" w:eastAsia="楷体" w:hAnsi="楷体" w:hint="eastAsia"/>
          <w:color w:val="auto"/>
          <w:sz w:val="28"/>
        </w:rPr>
        <w:t>：</w:t>
      </w:r>
      <w:r w:rsidR="00E56E66">
        <w:rPr>
          <w:rFonts w:ascii="楷体" w:eastAsia="楷体" w:hAnsi="楷体"/>
          <w:color w:val="auto"/>
          <w:sz w:val="28"/>
        </w:rPr>
        <w:t>2011</w:t>
      </w:r>
      <w:r w:rsidR="004C540D" w:rsidRPr="00F45249">
        <w:rPr>
          <w:rFonts w:ascii="楷体" w:eastAsia="楷体" w:hAnsi="楷体" w:hint="eastAsia"/>
          <w:color w:val="auto"/>
          <w:sz w:val="28"/>
        </w:rPr>
        <w:t>年</w:t>
      </w:r>
      <w:r w:rsidR="00E56E66">
        <w:rPr>
          <w:rFonts w:ascii="楷体" w:eastAsia="楷体" w:hAnsi="楷体"/>
          <w:color w:val="auto"/>
          <w:sz w:val="28"/>
        </w:rPr>
        <w:t>5</w:t>
      </w:r>
      <w:r w:rsidR="004C540D" w:rsidRPr="00F45249">
        <w:rPr>
          <w:rFonts w:ascii="楷体" w:eastAsia="楷体" w:hAnsi="楷体" w:hint="eastAsia"/>
          <w:color w:val="auto"/>
          <w:sz w:val="28"/>
        </w:rPr>
        <w:t>月</w:t>
      </w:r>
      <w:r w:rsidR="00E56E66">
        <w:rPr>
          <w:rFonts w:ascii="楷体" w:eastAsia="楷体" w:hAnsi="楷体"/>
          <w:color w:val="auto"/>
          <w:sz w:val="28"/>
        </w:rPr>
        <w:t>20</w:t>
      </w:r>
      <w:r w:rsidR="004C540D" w:rsidRPr="00F45249">
        <w:rPr>
          <w:rFonts w:ascii="楷体" w:eastAsia="楷体" w:hAnsi="楷体" w:hint="eastAsia"/>
          <w:color w:val="auto"/>
          <w:sz w:val="28"/>
        </w:rPr>
        <w:t>日</w:t>
      </w:r>
    </w:p>
    <w:p w:rsidR="004C540D" w:rsidRPr="00F45249" w:rsidRDefault="004C540D" w:rsidP="00E56E66">
      <w:pPr>
        <w:spacing w:line="360" w:lineRule="auto"/>
        <w:rPr>
          <w:rFonts w:ascii="楷体" w:eastAsia="楷体" w:hAnsi="楷体"/>
        </w:rPr>
      </w:pPr>
    </w:p>
    <w:p w:rsidR="000809E8" w:rsidRPr="00F45249" w:rsidRDefault="000809E8" w:rsidP="00E56E66">
      <w:pPr>
        <w:spacing w:line="360" w:lineRule="auto"/>
        <w:jc w:val="center"/>
        <w:rPr>
          <w:rFonts w:ascii="楷体" w:eastAsia="楷体" w:hAnsi="楷体"/>
        </w:rPr>
      </w:pPr>
    </w:p>
    <w:p w:rsidR="005459E1" w:rsidRPr="00F45249" w:rsidRDefault="00B34A33" w:rsidP="00E56E66">
      <w:pPr>
        <w:spacing w:line="360" w:lineRule="auto"/>
        <w:jc w:val="center"/>
        <w:rPr>
          <w:rFonts w:ascii="楷体" w:eastAsia="楷体" w:hAnsi="楷体"/>
          <w:b/>
          <w:color w:val="C00000"/>
          <w:sz w:val="28"/>
          <w:szCs w:val="24"/>
        </w:rPr>
      </w:pPr>
      <w:r w:rsidRPr="00F45249">
        <w:rPr>
          <w:rFonts w:ascii="楷体" w:eastAsia="楷体" w:hAnsi="楷体" w:hint="eastAsia"/>
          <w:b/>
          <w:color w:val="C00000"/>
          <w:sz w:val="28"/>
          <w:szCs w:val="24"/>
        </w:rPr>
        <w:t>*转载</w:t>
      </w:r>
      <w:r w:rsidR="000D1C31">
        <w:rPr>
          <w:rFonts w:ascii="楷体" w:eastAsia="楷体" w:hAnsi="楷体" w:hint="eastAsia"/>
          <w:b/>
          <w:color w:val="C00000"/>
          <w:sz w:val="28"/>
          <w:szCs w:val="24"/>
        </w:rPr>
        <w:t>请保留笔记完整</w:t>
      </w:r>
      <w:r w:rsidRPr="00F45249">
        <w:rPr>
          <w:rFonts w:ascii="楷体" w:eastAsia="楷体" w:hAnsi="楷体" w:hint="eastAsia"/>
          <w:b/>
          <w:color w:val="C00000"/>
          <w:sz w:val="28"/>
          <w:szCs w:val="24"/>
        </w:rPr>
        <w:t>,</w:t>
      </w:r>
      <w:r w:rsidR="006522AF" w:rsidRPr="00F45249">
        <w:rPr>
          <w:rFonts w:ascii="楷体" w:eastAsia="楷体" w:hAnsi="楷体" w:hint="eastAsia"/>
          <w:b/>
          <w:color w:val="C00000"/>
          <w:sz w:val="28"/>
          <w:szCs w:val="24"/>
        </w:rPr>
        <w:t>未经作者许可不得用于商业用途</w:t>
      </w:r>
      <w:r w:rsidR="003014DA" w:rsidRPr="00F45249">
        <w:rPr>
          <w:rFonts w:ascii="楷体" w:eastAsia="楷体" w:hAnsi="楷体" w:hint="eastAsia"/>
          <w:b/>
          <w:color w:val="C00000"/>
          <w:sz w:val="28"/>
          <w:szCs w:val="24"/>
        </w:rPr>
        <w:t>*</w:t>
      </w:r>
    </w:p>
    <w:p w:rsidR="003014DA" w:rsidRDefault="003014DA" w:rsidP="00E56E66">
      <w:pPr>
        <w:spacing w:line="360" w:lineRule="auto"/>
        <w:rPr>
          <w:rFonts w:hint="eastAsia"/>
          <w:b/>
          <w:sz w:val="20"/>
          <w:szCs w:val="24"/>
        </w:rPr>
      </w:pPr>
    </w:p>
    <w:p w:rsidR="00A90E46" w:rsidRPr="008332A5" w:rsidRDefault="008332A5" w:rsidP="00E56E66">
      <w:pPr>
        <w:spacing w:line="360" w:lineRule="auto"/>
        <w:rPr>
          <w:rFonts w:ascii="Arial" w:hAnsi="Arial" w:cs="Arial"/>
          <w:b/>
          <w:color w:val="548DD4" w:themeColor="text2" w:themeTint="99"/>
          <w:szCs w:val="24"/>
        </w:rPr>
      </w:pPr>
      <w:r w:rsidRPr="008332A5">
        <w:rPr>
          <w:rFonts w:hint="eastAsia"/>
          <w:b/>
          <w:color w:val="548DD4" w:themeColor="text2" w:themeTint="99"/>
          <w:szCs w:val="24"/>
        </w:rPr>
        <w:lastRenderedPageBreak/>
        <w:t>*</w:t>
      </w:r>
      <w:r>
        <w:rPr>
          <w:rFonts w:hint="eastAsia"/>
          <w:b/>
          <w:color w:val="548DD4" w:themeColor="text2" w:themeTint="99"/>
          <w:szCs w:val="24"/>
        </w:rPr>
        <w:t>建议：阅读举例和类似表达部分之前，自己尝试</w:t>
      </w:r>
      <w:r w:rsidRPr="008332A5">
        <w:rPr>
          <w:rFonts w:hint="eastAsia"/>
          <w:b/>
          <w:color w:val="548DD4" w:themeColor="text2" w:themeTint="99"/>
          <w:szCs w:val="24"/>
        </w:rPr>
        <w:t>*</w:t>
      </w:r>
    </w:p>
    <w:p w:rsidR="008332A5" w:rsidRDefault="008332A5" w:rsidP="00E56E66">
      <w:pPr>
        <w:spacing w:line="360" w:lineRule="auto"/>
        <w:rPr>
          <w:rFonts w:hint="eastAsia"/>
          <w:b/>
          <w:sz w:val="20"/>
          <w:szCs w:val="24"/>
        </w:rPr>
      </w:pPr>
    </w:p>
    <w:p w:rsidR="00287085" w:rsidRPr="00A90E46" w:rsidRDefault="00287085" w:rsidP="00E56E66">
      <w:pPr>
        <w:pStyle w:val="Heading1"/>
        <w:spacing w:before="0" w:line="360" w:lineRule="auto"/>
        <w:jc w:val="center"/>
        <w:rPr>
          <w:rFonts w:ascii="华文行楷" w:eastAsia="华文行楷" w:hAnsi="微软雅黑"/>
          <w:b w:val="0"/>
          <w:sz w:val="28"/>
        </w:rPr>
      </w:pPr>
      <w:r w:rsidRPr="00A90E46">
        <w:rPr>
          <w:rFonts w:ascii="华文行楷" w:eastAsia="华文行楷" w:hAnsi="微软雅黑" w:hint="eastAsia"/>
          <w:b w:val="0"/>
          <w:sz w:val="40"/>
        </w:rPr>
        <w:t>地道口语篇</w:t>
      </w:r>
    </w:p>
    <w:p w:rsidR="00D53998" w:rsidRPr="00B5331B" w:rsidRDefault="00D53998" w:rsidP="00E56E66">
      <w:pPr>
        <w:spacing w:after="0" w:line="360" w:lineRule="auto"/>
        <w:rPr>
          <w:rFonts w:hint="eastAsia"/>
          <w:sz w:val="28"/>
          <w:szCs w:val="28"/>
        </w:rPr>
      </w:pPr>
    </w:p>
    <w:tbl>
      <w:tblPr>
        <w:tblW w:w="11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5"/>
        <w:gridCol w:w="1895"/>
        <w:gridCol w:w="720"/>
        <w:gridCol w:w="1260"/>
        <w:gridCol w:w="810"/>
        <w:gridCol w:w="6660"/>
      </w:tblGrid>
      <w:tr w:rsidR="006F0E73" w:rsidRPr="00B5331B" w:rsidTr="00C04C65">
        <w:trPr>
          <w:trHeight w:val="225"/>
        </w:trPr>
        <w:tc>
          <w:tcPr>
            <w:tcW w:w="34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E73" w:rsidRPr="007378D8" w:rsidRDefault="000D1C31" w:rsidP="00E56E66">
            <w:pPr>
              <w:spacing w:after="0" w:line="360" w:lineRule="auto"/>
              <w:rPr>
                <w:rFonts w:ascii="楷体" w:eastAsia="楷体" w:hAnsi="楷体" w:cs="Calibri"/>
                <w:b/>
                <w:sz w:val="28"/>
                <w:szCs w:val="28"/>
              </w:rPr>
            </w:pPr>
            <w:r>
              <w:rPr>
                <w:rFonts w:ascii="楷体" w:eastAsia="楷体" w:hAnsi="楷体" w:cs="Calibri" w:hint="eastAsia"/>
                <w:b/>
                <w:sz w:val="28"/>
                <w:szCs w:val="28"/>
              </w:rPr>
              <w:t>1</w:t>
            </w:r>
          </w:p>
        </w:tc>
        <w:tc>
          <w:tcPr>
            <w:tcW w:w="1134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E73" w:rsidRPr="00AE12F1" w:rsidRDefault="00AE12F1" w:rsidP="00E56E66">
            <w:pPr>
              <w:spacing w:after="0" w:line="360" w:lineRule="auto"/>
              <w:rPr>
                <w:rFonts w:ascii="楷体" w:eastAsia="楷体" w:hAnsi="楷体" w:hint="eastAsia"/>
                <w:sz w:val="28"/>
                <w:szCs w:val="28"/>
              </w:rPr>
            </w:pPr>
            <w:r w:rsidRPr="00AE12F1"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1</w:t>
            </w:r>
            <w:r w:rsidR="00E56E66">
              <w:rPr>
                <w:rFonts w:ascii="楷体" w:eastAsia="楷体" w:hAnsi="楷体"/>
                <w:sz w:val="28"/>
                <w:szCs w:val="28"/>
                <w:shd w:val="pct15" w:color="auto" w:fill="FFFFFF"/>
              </w:rPr>
              <w:t>2</w:t>
            </w:r>
            <w:r w:rsidR="00E56E66"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分30秒，Sheldon客厅，Raj精心准备了晚餐</w:t>
            </w:r>
          </w:p>
        </w:tc>
      </w:tr>
      <w:tr w:rsidR="00AE12F1" w:rsidRPr="00B5331B" w:rsidTr="00C04C65">
        <w:trPr>
          <w:trHeight w:val="261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53998" w:rsidRPr="00B5331B" w:rsidRDefault="00D53998" w:rsidP="00E56E66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53998" w:rsidRPr="00B5331B" w:rsidRDefault="00D53998" w:rsidP="00E56E66">
            <w:pPr>
              <w:spacing w:after="0" w:line="360" w:lineRule="auto"/>
              <w:rPr>
                <w:rFonts w:ascii="微软雅黑" w:eastAsia="微软雅黑" w:hAnsi="微软雅黑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D53998" w:rsidRPr="007378D8" w:rsidRDefault="00DB208A" w:rsidP="00E56E66">
            <w:pPr>
              <w:spacing w:after="0" w:line="360" w:lineRule="auto"/>
              <w:jc w:val="both"/>
              <w:rPr>
                <w:rFonts w:ascii="楷体" w:eastAsia="楷体" w:hAnsi="楷体"/>
                <w:b/>
                <w:sz w:val="28"/>
                <w:szCs w:val="28"/>
              </w:rPr>
            </w:pPr>
            <w:r w:rsidRPr="007378D8">
              <w:rPr>
                <w:rFonts w:ascii="楷体" w:eastAsia="楷体" w:hAnsi="楷体" w:hint="eastAsia"/>
                <w:b/>
                <w:sz w:val="28"/>
                <w:szCs w:val="28"/>
              </w:rPr>
              <w:t>正文</w:t>
            </w:r>
          </w:p>
        </w:tc>
        <w:tc>
          <w:tcPr>
            <w:tcW w:w="1260" w:type="dxa"/>
          </w:tcPr>
          <w:p w:rsidR="000D1C31" w:rsidRDefault="00E56E66" w:rsidP="00E56E66">
            <w:pPr>
              <w:spacing w:after="0" w:line="360" w:lineRule="auto"/>
              <w:jc w:val="right"/>
              <w:rPr>
                <w:rFonts w:ascii="Arial" w:eastAsia="微软雅黑" w:hAnsi="Arial" w:cs="Arial" w:hint="eastAsia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sz w:val="28"/>
                <w:szCs w:val="28"/>
              </w:rPr>
              <w:t>Raj</w:t>
            </w:r>
            <w:r>
              <w:rPr>
                <w:rFonts w:ascii="Arial" w:eastAsia="微软雅黑" w:hAnsi="Arial" w:cs="Arial"/>
                <w:sz w:val="28"/>
                <w:szCs w:val="28"/>
              </w:rPr>
              <w:t>:</w:t>
            </w:r>
          </w:p>
          <w:p w:rsidR="00E56E66" w:rsidRPr="007378D8" w:rsidRDefault="00E56E66" w:rsidP="00E56E66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sz w:val="28"/>
                <w:szCs w:val="28"/>
              </w:rPr>
              <w:t>Sheldon:</w:t>
            </w:r>
          </w:p>
        </w:tc>
        <w:tc>
          <w:tcPr>
            <w:tcW w:w="7470" w:type="dxa"/>
            <w:gridSpan w:val="2"/>
          </w:tcPr>
          <w:p w:rsidR="00E56E66" w:rsidRPr="00C50725" w:rsidRDefault="00E56E66" w:rsidP="00E56E66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C50725">
              <w:rPr>
                <w:rFonts w:ascii="Arial" w:hAnsi="Arial" w:cs="Arial"/>
                <w:sz w:val="28"/>
                <w:szCs w:val="28"/>
              </w:rPr>
              <w:t>This is the difference</w:t>
            </w:r>
            <w:r>
              <w:rPr>
                <w:rFonts w:ascii="Arial" w:hAnsi="Arial" w:cs="Arial" w:hint="eastAsia"/>
                <w:sz w:val="28"/>
                <w:szCs w:val="28"/>
              </w:rPr>
              <w:t xml:space="preserve"> </w:t>
            </w:r>
            <w:r w:rsidRPr="00C50725">
              <w:rPr>
                <w:rFonts w:ascii="Arial" w:hAnsi="Arial" w:cs="Arial"/>
                <w:sz w:val="28"/>
                <w:szCs w:val="28"/>
              </w:rPr>
              <w:t>between</w:t>
            </w:r>
            <w:r>
              <w:rPr>
                <w:rFonts w:ascii="Arial" w:hAnsi="Arial" w:cs="Arial" w:hint="eastAsia"/>
                <w:sz w:val="28"/>
                <w:szCs w:val="28"/>
              </w:rPr>
              <w:t xml:space="preserve"> </w:t>
            </w:r>
            <w:r w:rsidRPr="00C50725">
              <w:rPr>
                <w:rFonts w:ascii="Arial" w:hAnsi="Arial" w:cs="Arial"/>
                <w:sz w:val="28"/>
                <w:szCs w:val="28"/>
              </w:rPr>
              <w:t>eating and dining.</w:t>
            </w:r>
          </w:p>
          <w:p w:rsidR="00E56E66" w:rsidRPr="00C50725" w:rsidRDefault="00E56E66" w:rsidP="00E56E66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C50725">
              <w:rPr>
                <w:rFonts w:ascii="Arial" w:hAnsi="Arial" w:cs="Arial"/>
                <w:sz w:val="28"/>
                <w:szCs w:val="28"/>
              </w:rPr>
              <w:t>Remarkable.</w:t>
            </w:r>
            <w:r>
              <w:rPr>
                <w:rFonts w:ascii="Arial" w:hAnsi="Arial" w:cs="Arial" w:hint="eastAsia"/>
                <w:sz w:val="28"/>
                <w:szCs w:val="28"/>
              </w:rPr>
              <w:t xml:space="preserve"> </w:t>
            </w:r>
            <w:r w:rsidRPr="00C50725">
              <w:rPr>
                <w:rFonts w:ascii="Arial" w:hAnsi="Arial" w:cs="Arial"/>
                <w:sz w:val="28"/>
                <w:szCs w:val="28"/>
              </w:rPr>
              <w:t>I</w:t>
            </w:r>
            <w:r w:rsidR="008332A5">
              <w:rPr>
                <w:rFonts w:ascii="Arial" w:hAnsi="Arial" w:cs="Arial"/>
                <w:sz w:val="28"/>
                <w:szCs w:val="28"/>
              </w:rPr>
              <w:t>’</w:t>
            </w:r>
            <w:r w:rsidRPr="00C50725">
              <w:rPr>
                <w:rFonts w:ascii="Arial" w:hAnsi="Arial" w:cs="Arial"/>
                <w:sz w:val="28"/>
                <w:szCs w:val="28"/>
              </w:rPr>
              <w:t>m just realizing how much</w:t>
            </w:r>
          </w:p>
          <w:p w:rsidR="00D53998" w:rsidRPr="00E56E66" w:rsidRDefault="00E56E66" w:rsidP="00E56E66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C50725">
              <w:rPr>
                <w:rFonts w:ascii="Arial" w:hAnsi="Arial" w:cs="Arial"/>
                <w:sz w:val="28"/>
                <w:szCs w:val="28"/>
              </w:rPr>
              <w:t>Leonard</w:t>
            </w:r>
            <w:r w:rsidR="008332A5">
              <w:rPr>
                <w:rFonts w:ascii="Arial" w:hAnsi="Arial" w:cs="Arial"/>
                <w:sz w:val="28"/>
                <w:szCs w:val="28"/>
              </w:rPr>
              <w:t>’</w:t>
            </w:r>
            <w:r w:rsidRPr="00C50725">
              <w:rPr>
                <w:rFonts w:ascii="Arial" w:hAnsi="Arial" w:cs="Arial"/>
                <w:sz w:val="28"/>
                <w:szCs w:val="28"/>
              </w:rPr>
              <w:t xml:space="preserve">s been </w:t>
            </w:r>
            <w:r w:rsidRPr="003F08B3">
              <w:rPr>
                <w:rFonts w:ascii="Arial" w:hAnsi="Arial" w:cs="Arial"/>
                <w:b/>
                <w:sz w:val="28"/>
                <w:szCs w:val="28"/>
              </w:rPr>
              <w:t>skating by</w:t>
            </w:r>
            <w:r>
              <w:rPr>
                <w:rFonts w:ascii="Arial" w:hAnsi="Arial" w:cs="Arial" w:hint="eastAsia"/>
                <w:sz w:val="28"/>
                <w:szCs w:val="28"/>
              </w:rPr>
              <w:t xml:space="preserve"> </w:t>
            </w:r>
            <w:r w:rsidRPr="00C50725">
              <w:rPr>
                <w:rFonts w:ascii="Arial" w:hAnsi="Arial" w:cs="Arial"/>
                <w:sz w:val="28"/>
                <w:szCs w:val="28"/>
              </w:rPr>
              <w:t>all these years.</w:t>
            </w:r>
          </w:p>
        </w:tc>
      </w:tr>
      <w:tr w:rsidR="006F0E73" w:rsidRPr="00B5331B" w:rsidTr="00C04C65">
        <w:trPr>
          <w:trHeight w:val="126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E73" w:rsidRPr="00B5331B" w:rsidRDefault="006F0E73" w:rsidP="00E56E66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E12F1" w:rsidRPr="007378D8" w:rsidRDefault="00C04C65" w:rsidP="00E56E66">
            <w:pPr>
              <w:spacing w:after="0" w:line="360" w:lineRule="auto"/>
              <w:ind w:right="144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>Skate</w:t>
            </w:r>
            <w:r w:rsidR="00E56E66"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 xml:space="preserve"> by</w:t>
            </w:r>
          </w:p>
          <w:p w:rsidR="00AE12F1" w:rsidRDefault="00AE12F1" w:rsidP="00E56E66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 xml:space="preserve">  </w:t>
            </w:r>
          </w:p>
          <w:p w:rsidR="000D1C31" w:rsidRDefault="000D1C31" w:rsidP="00E56E66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  <w:p w:rsidR="000D1C31" w:rsidRPr="007378D8" w:rsidRDefault="000D1C31" w:rsidP="00E56E66">
            <w:pPr>
              <w:spacing w:after="0" w:line="360" w:lineRule="auto"/>
              <w:ind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E73" w:rsidRPr="007378D8" w:rsidRDefault="006F0E73" w:rsidP="00E56E66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76923C" w:themeColor="accent3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76923C" w:themeColor="accent3" w:themeShade="BF"/>
                <w:sz w:val="28"/>
                <w:szCs w:val="28"/>
              </w:rPr>
              <w:t>讲解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E73" w:rsidRPr="007378D8" w:rsidRDefault="00E56E66" w:rsidP="00E56E66">
            <w:pPr>
              <w:spacing w:after="0" w:line="360" w:lineRule="auto"/>
              <w:ind w:left="-80"/>
              <w:rPr>
                <w:rFonts w:ascii="楷体" w:eastAsia="楷体" w:hAnsi="楷体" w:cs="Times New Roman"/>
                <w:color w:val="76923C" w:themeColor="accent3" w:themeShade="BF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混过，得过且过，偷懒</w:t>
            </w:r>
          </w:p>
        </w:tc>
      </w:tr>
      <w:tr w:rsidR="00AE12F1" w:rsidRPr="00B5331B" w:rsidTr="00C04C65">
        <w:trPr>
          <w:trHeight w:val="333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53998" w:rsidRPr="00B5331B" w:rsidRDefault="00D53998" w:rsidP="00E56E66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53998" w:rsidRPr="00B5331B" w:rsidRDefault="00D53998" w:rsidP="00E56E66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53998" w:rsidRPr="007378D8" w:rsidRDefault="00D53998" w:rsidP="00E56E66">
            <w:pPr>
              <w:spacing w:after="0" w:line="360" w:lineRule="auto"/>
              <w:ind w:left="-80" w:hanging="5"/>
              <w:jc w:val="both"/>
              <w:rPr>
                <w:rFonts w:ascii="楷体" w:eastAsia="楷体" w:hAnsi="楷体" w:cs="Times New Roman"/>
                <w:b/>
                <w:color w:val="548DD4" w:themeColor="text2" w:themeTint="99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548DD4" w:themeColor="text2" w:themeTint="99"/>
                <w:sz w:val="28"/>
                <w:szCs w:val="28"/>
              </w:rPr>
              <w:t>举例</w:t>
            </w:r>
          </w:p>
        </w:tc>
        <w:tc>
          <w:tcPr>
            <w:tcW w:w="207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D1C31" w:rsidRDefault="00CB359A" w:rsidP="00E56E66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Howard妈妈:</w:t>
            </w:r>
          </w:p>
          <w:p w:rsidR="00CB359A" w:rsidRDefault="00CB359A" w:rsidP="00E56E66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Howard:</w:t>
            </w:r>
          </w:p>
          <w:p w:rsidR="00CB359A" w:rsidRPr="000D1C31" w:rsidRDefault="00CB359A" w:rsidP="00E56E66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Howard妈妈:</w:t>
            </w:r>
          </w:p>
        </w:tc>
        <w:tc>
          <w:tcPr>
            <w:tcW w:w="6660" w:type="dxa"/>
          </w:tcPr>
          <w:p w:rsidR="00D53998" w:rsidRDefault="00CB359A" w:rsidP="00E56E66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那个瘦瘦的怪家伙也有个PhD对吧？</w:t>
            </w:r>
          </w:p>
          <w:p w:rsidR="00CB359A" w:rsidRDefault="00CB359A" w:rsidP="00E56E66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是，他叫Sheldon。我是唯一一个没有的。</w:t>
            </w:r>
          </w:p>
          <w:p w:rsidR="00CB359A" w:rsidRDefault="00CB359A" w:rsidP="00E56E66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那是谁的错呢。如果你没有花费许多小时幻想和班中的blonde在一起，你现在也该有个PhD了吧</w:t>
            </w:r>
          </w:p>
          <w:p w:rsidR="00C04C65" w:rsidRPr="00CB359A" w:rsidRDefault="00C04C65" w:rsidP="00E56E66">
            <w:pPr>
              <w:spacing w:after="0" w:line="360" w:lineRule="auto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(杜撰)</w:t>
            </w:r>
          </w:p>
        </w:tc>
      </w:tr>
      <w:tr w:rsidR="00AE12F1" w:rsidRPr="00B5331B" w:rsidTr="00C04C65">
        <w:trPr>
          <w:trHeight w:val="198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53998" w:rsidRPr="00B5331B" w:rsidRDefault="00D53998" w:rsidP="00E56E66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53998" w:rsidRPr="00B5331B" w:rsidRDefault="00D53998" w:rsidP="00E56E66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D53998" w:rsidRPr="007378D8" w:rsidRDefault="00D53998" w:rsidP="00E56E66">
            <w:pPr>
              <w:spacing w:after="0" w:line="360" w:lineRule="auto"/>
              <w:jc w:val="both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D1C31" w:rsidRPr="003F08B3" w:rsidRDefault="003F08B3" w:rsidP="003F08B3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 w:rsidRPr="003F08B3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Howard</w:t>
            </w:r>
            <w:r w:rsidRPr="003F08B3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s Mum:</w:t>
            </w:r>
          </w:p>
          <w:p w:rsidR="003F08B3" w:rsidRDefault="003F08B3" w:rsidP="003F08B3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 w:rsidRPr="003F08B3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Howard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:</w:t>
            </w:r>
          </w:p>
          <w:p w:rsidR="003F08B3" w:rsidRPr="007378D8" w:rsidRDefault="003F08B3" w:rsidP="003F08B3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Howard</w:t>
            </w:r>
            <w:r w:rsidR="00CB359A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 w:rsidR="00CB359A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s Mum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:</w:t>
            </w:r>
          </w:p>
        </w:tc>
        <w:tc>
          <w:tcPr>
            <w:tcW w:w="6660" w:type="dxa"/>
          </w:tcPr>
          <w:p w:rsidR="00D53998" w:rsidRDefault="00E56E66" w:rsidP="00E56E66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T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he Skimmy weirdo also has a PhD, right?</w:t>
            </w:r>
          </w:p>
          <w:p w:rsidR="00E56E66" w:rsidRDefault="00E56E66" w:rsidP="00E56E66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Yes, it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s Sheldon.</w:t>
            </w:r>
            <w:r w:rsidR="003F08B3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I</w:t>
            </w:r>
            <w:r w:rsidR="003F08B3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 w:rsidR="003F08B3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m the only one who doesn</w:t>
            </w:r>
            <w:r w:rsidR="003F08B3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 w:rsidR="003F08B3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t.</w:t>
            </w:r>
          </w:p>
          <w:p w:rsidR="003F08B3" w:rsidRPr="007378D8" w:rsidRDefault="003F08B3" w:rsidP="003F08B3">
            <w:pPr>
              <w:spacing w:after="0" w:line="360" w:lineRule="auto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And whose fault is that? if you hadn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t </w:t>
            </w:r>
            <w:r w:rsidRPr="003F08B3">
              <w:rPr>
                <w:rFonts w:ascii="Arial" w:eastAsia="微软雅黑" w:hAnsi="Arial" w:cs="Arial" w:hint="eastAsia"/>
                <w:b/>
                <w:color w:val="548DD4" w:themeColor="text2" w:themeTint="99"/>
                <w:sz w:val="28"/>
                <w:szCs w:val="28"/>
              </w:rPr>
              <w:t>skate by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many hours fantasizing the blonde in your class, you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d have your doctorates by now.</w:t>
            </w:r>
          </w:p>
        </w:tc>
      </w:tr>
      <w:tr w:rsidR="006F0E73" w:rsidRPr="00B5331B" w:rsidTr="00C04C65">
        <w:trPr>
          <w:trHeight w:val="585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E73" w:rsidRPr="00B5331B" w:rsidRDefault="006F0E73" w:rsidP="00E56E66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E73" w:rsidRPr="00B5331B" w:rsidRDefault="006F0E73" w:rsidP="00E56E66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E73" w:rsidRPr="007378D8" w:rsidRDefault="006F0E73" w:rsidP="00E56E66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类似</w:t>
            </w:r>
          </w:p>
          <w:p w:rsidR="006F0E73" w:rsidRPr="007378D8" w:rsidRDefault="006F0E73" w:rsidP="00E56E66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表达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FA46D8" w:rsidRDefault="00FA46D8" w:rsidP="00FA46D8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-I couldn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t believe I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ve let Leonard </w:t>
            </w:r>
            <w:r w:rsidRPr="00FA46D8">
              <w:rPr>
                <w:rFonts w:ascii="Arial" w:eastAsia="微软雅黑" w:hAnsi="Arial" w:cs="Arial" w:hint="eastAsia"/>
                <w:b/>
                <w:color w:val="E36C0A" w:themeColor="accent6" w:themeShade="BF"/>
                <w:sz w:val="28"/>
                <w:szCs w:val="28"/>
              </w:rPr>
              <w:t>get by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so easily like this for so long</w:t>
            </w:r>
          </w:p>
          <w:p w:rsidR="00CB359A" w:rsidRDefault="00FA46D8" w:rsidP="00CB359A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-I just realized </w:t>
            </w:r>
            <w:r w:rsidR="00CB359A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how Leonard</w:t>
            </w:r>
            <w:r w:rsidR="00CB359A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 w:rsidR="00CB359A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s been underperforming in this dinner</w:t>
            </w:r>
          </w:p>
          <w:p w:rsidR="00E743BD" w:rsidRPr="00FA46D8" w:rsidRDefault="00CB359A" w:rsidP="00CB359A">
            <w:pPr>
              <w:spacing w:after="0" w:line="360" w:lineRule="auto"/>
              <w:ind w:left="-80"/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 preparing task</w:t>
            </w:r>
          </w:p>
        </w:tc>
      </w:tr>
    </w:tbl>
    <w:p w:rsidR="000D1C31" w:rsidRDefault="000D1C31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C04C65" w:rsidRDefault="00C04C6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C04C65" w:rsidRDefault="00C04C6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E55990" w:rsidRDefault="00E5599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C04C65" w:rsidRDefault="00C04C6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C04C65" w:rsidRDefault="00C04C6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tbl>
      <w:tblPr>
        <w:tblW w:w="11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5"/>
        <w:gridCol w:w="1895"/>
        <w:gridCol w:w="720"/>
        <w:gridCol w:w="1260"/>
        <w:gridCol w:w="810"/>
        <w:gridCol w:w="6660"/>
      </w:tblGrid>
      <w:tr w:rsidR="00E55990" w:rsidRPr="00B5331B" w:rsidTr="00C04C65">
        <w:trPr>
          <w:trHeight w:val="225"/>
        </w:trPr>
        <w:tc>
          <w:tcPr>
            <w:tcW w:w="34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7378D8" w:rsidRDefault="00E55990" w:rsidP="002C1DF2">
            <w:pPr>
              <w:spacing w:after="0" w:line="360" w:lineRule="auto"/>
              <w:rPr>
                <w:rFonts w:ascii="楷体" w:eastAsia="楷体" w:hAnsi="楷体" w:cs="Calibri"/>
                <w:b/>
                <w:sz w:val="28"/>
                <w:szCs w:val="28"/>
              </w:rPr>
            </w:pPr>
            <w:r>
              <w:rPr>
                <w:rFonts w:ascii="楷体" w:eastAsia="楷体" w:hAnsi="楷体" w:cs="Calibri" w:hint="eastAsia"/>
                <w:b/>
                <w:sz w:val="28"/>
                <w:szCs w:val="28"/>
              </w:rPr>
              <w:t>2</w:t>
            </w:r>
          </w:p>
        </w:tc>
        <w:tc>
          <w:tcPr>
            <w:tcW w:w="1134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AE12F1" w:rsidRDefault="00CB359A" w:rsidP="002C1DF2">
            <w:pPr>
              <w:spacing w:after="0" w:line="360" w:lineRule="auto"/>
              <w:rPr>
                <w:rFonts w:ascii="楷体" w:eastAsia="楷体" w:hAnsi="楷体" w:hint="eastAsia"/>
                <w:sz w:val="28"/>
                <w:szCs w:val="28"/>
              </w:rPr>
            </w:pPr>
            <w:r w:rsidRPr="00CB359A"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11</w:t>
            </w:r>
            <w:r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分20秒，Cafeteria, Sheldon在给Raj讲解他作为室友的职责</w:t>
            </w:r>
          </w:p>
        </w:tc>
      </w:tr>
      <w:tr w:rsidR="00E55990" w:rsidRPr="00B5331B" w:rsidTr="00C04C65">
        <w:trPr>
          <w:trHeight w:val="261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B5331B" w:rsidRDefault="00E55990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B5331B" w:rsidRDefault="00E55990" w:rsidP="002C1DF2">
            <w:pPr>
              <w:spacing w:after="0" w:line="360" w:lineRule="auto"/>
              <w:rPr>
                <w:rFonts w:ascii="微软雅黑" w:eastAsia="微软雅黑" w:hAnsi="微软雅黑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E55990" w:rsidRPr="007378D8" w:rsidRDefault="00E55990" w:rsidP="002C1DF2">
            <w:pPr>
              <w:spacing w:after="0" w:line="360" w:lineRule="auto"/>
              <w:jc w:val="both"/>
              <w:rPr>
                <w:rFonts w:ascii="楷体" w:eastAsia="楷体" w:hAnsi="楷体"/>
                <w:b/>
                <w:sz w:val="28"/>
                <w:szCs w:val="28"/>
              </w:rPr>
            </w:pPr>
            <w:r w:rsidRPr="007378D8">
              <w:rPr>
                <w:rFonts w:ascii="楷体" w:eastAsia="楷体" w:hAnsi="楷体" w:hint="eastAsia"/>
                <w:b/>
                <w:sz w:val="28"/>
                <w:szCs w:val="28"/>
              </w:rPr>
              <w:t>正文</w:t>
            </w:r>
          </w:p>
        </w:tc>
        <w:tc>
          <w:tcPr>
            <w:tcW w:w="1260" w:type="dxa"/>
          </w:tcPr>
          <w:p w:rsidR="00E55990" w:rsidRPr="007378D8" w:rsidRDefault="00E55990" w:rsidP="002C1DF2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>
              <w:rPr>
                <w:rFonts w:ascii="Arial" w:eastAsia="微软雅黑" w:hAnsi="Arial" w:cs="Arial"/>
                <w:sz w:val="28"/>
                <w:szCs w:val="28"/>
              </w:rPr>
              <w:t>Sheldon:</w:t>
            </w:r>
          </w:p>
        </w:tc>
        <w:tc>
          <w:tcPr>
            <w:tcW w:w="7470" w:type="dxa"/>
            <w:gridSpan w:val="2"/>
          </w:tcPr>
          <w:p w:rsidR="00E55990" w:rsidRPr="00C50725" w:rsidRDefault="00E55990" w:rsidP="00E55990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C50725">
              <w:rPr>
                <w:rFonts w:ascii="Arial" w:hAnsi="Arial" w:cs="Arial"/>
                <w:sz w:val="28"/>
                <w:szCs w:val="28"/>
              </w:rPr>
              <w:t>FYI, part of your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50725">
              <w:rPr>
                <w:rFonts w:ascii="Arial" w:hAnsi="Arial" w:cs="Arial"/>
                <w:sz w:val="28"/>
                <w:szCs w:val="28"/>
              </w:rPr>
              <w:t>responsibilities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50725">
              <w:rPr>
                <w:rFonts w:ascii="Arial" w:hAnsi="Arial" w:cs="Arial"/>
                <w:sz w:val="28"/>
                <w:szCs w:val="28"/>
              </w:rPr>
              <w:t>as roommate pro tem</w:t>
            </w:r>
          </w:p>
          <w:p w:rsidR="00E55990" w:rsidRPr="00C50725" w:rsidRDefault="00E55990" w:rsidP="00E55990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C50725">
              <w:rPr>
                <w:rFonts w:ascii="Arial" w:hAnsi="Arial" w:cs="Arial"/>
                <w:sz w:val="28"/>
                <w:szCs w:val="28"/>
              </w:rPr>
              <w:t>will be to drive me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E55990">
              <w:rPr>
                <w:rFonts w:ascii="Arial" w:hAnsi="Arial" w:cs="Arial"/>
                <w:b/>
                <w:sz w:val="28"/>
                <w:szCs w:val="28"/>
              </w:rPr>
              <w:t>to and from work</w:t>
            </w:r>
            <w:r w:rsidRPr="00C50725">
              <w:rPr>
                <w:rFonts w:ascii="Arial" w:hAnsi="Arial" w:cs="Arial"/>
                <w:sz w:val="28"/>
                <w:szCs w:val="28"/>
              </w:rPr>
              <w:t>, the comic book</w:t>
            </w:r>
          </w:p>
          <w:p w:rsidR="00E55990" w:rsidRPr="00C50725" w:rsidRDefault="00E55990" w:rsidP="00E55990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C50725">
              <w:rPr>
                <w:rFonts w:ascii="Arial" w:hAnsi="Arial" w:cs="Arial"/>
                <w:sz w:val="28"/>
                <w:szCs w:val="28"/>
              </w:rPr>
              <w:t>store, the barbershop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50725">
              <w:rPr>
                <w:rFonts w:ascii="Arial" w:hAnsi="Arial" w:cs="Arial"/>
                <w:sz w:val="28"/>
                <w:szCs w:val="28"/>
              </w:rPr>
              <w:t>and the park for one hour every</w:t>
            </w:r>
          </w:p>
          <w:p w:rsidR="00E55990" w:rsidRPr="00E56E66" w:rsidRDefault="00E55990" w:rsidP="002C1DF2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C50725">
              <w:rPr>
                <w:rFonts w:ascii="Arial" w:hAnsi="Arial" w:cs="Arial"/>
                <w:sz w:val="28"/>
                <w:szCs w:val="28"/>
              </w:rPr>
              <w:t>other Sunday for fresh air.</w:t>
            </w:r>
          </w:p>
        </w:tc>
      </w:tr>
      <w:tr w:rsidR="00E55990" w:rsidRPr="00B5331B" w:rsidTr="00C04C65">
        <w:trPr>
          <w:trHeight w:val="126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B5331B" w:rsidRDefault="00E55990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Default="00E55990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 xml:space="preserve"> To and From </w:t>
            </w:r>
          </w:p>
          <w:p w:rsidR="00E55990" w:rsidRDefault="00E55990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  <w:p w:rsidR="00E55990" w:rsidRPr="007378D8" w:rsidRDefault="00E55990" w:rsidP="002C1DF2">
            <w:pPr>
              <w:spacing w:after="0" w:line="360" w:lineRule="auto"/>
              <w:ind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7378D8" w:rsidRDefault="00E55990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76923C" w:themeColor="accent3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76923C" w:themeColor="accent3" w:themeShade="BF"/>
                <w:sz w:val="28"/>
                <w:szCs w:val="28"/>
              </w:rPr>
              <w:t>讲解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7378D8" w:rsidRDefault="00FC669F" w:rsidP="002C1DF2">
            <w:pPr>
              <w:spacing w:after="0" w:line="360" w:lineRule="auto"/>
              <w:ind w:left="-80"/>
              <w:rPr>
                <w:rFonts w:ascii="楷体" w:eastAsia="楷体" w:hAnsi="楷体" w:cs="Times New Roman"/>
                <w:color w:val="76923C" w:themeColor="accent3" w:themeShade="BF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从A点到B点回到B点，很节省</w:t>
            </w:r>
            <w:r w:rsidR="00C04C65"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单词</w:t>
            </w:r>
            <w:r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的说法</w:t>
            </w:r>
          </w:p>
        </w:tc>
      </w:tr>
      <w:tr w:rsidR="00E55990" w:rsidRPr="00B5331B" w:rsidTr="00C04C65">
        <w:trPr>
          <w:trHeight w:val="333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B5331B" w:rsidRDefault="00E55990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B5331B" w:rsidRDefault="00E55990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7378D8" w:rsidRDefault="00E55990" w:rsidP="002C1DF2">
            <w:pPr>
              <w:spacing w:after="0" w:line="360" w:lineRule="auto"/>
              <w:ind w:left="-80" w:hanging="5"/>
              <w:jc w:val="both"/>
              <w:rPr>
                <w:rFonts w:ascii="楷体" w:eastAsia="楷体" w:hAnsi="楷体" w:cs="Times New Roman"/>
                <w:b/>
                <w:color w:val="548DD4" w:themeColor="text2" w:themeTint="99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548DD4" w:themeColor="text2" w:themeTint="99"/>
                <w:sz w:val="28"/>
                <w:szCs w:val="28"/>
              </w:rPr>
              <w:t>举例</w:t>
            </w:r>
          </w:p>
        </w:tc>
        <w:tc>
          <w:tcPr>
            <w:tcW w:w="207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Default="00CB359A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Howard:</w:t>
            </w:r>
          </w:p>
          <w:p w:rsidR="00CB359A" w:rsidRPr="000D1C31" w:rsidRDefault="00CB359A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Howard妈妈:</w:t>
            </w:r>
          </w:p>
        </w:tc>
        <w:tc>
          <w:tcPr>
            <w:tcW w:w="6660" w:type="dxa"/>
          </w:tcPr>
          <w:p w:rsidR="00E55990" w:rsidRDefault="00CB359A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我没有PhD的事情和那个Blonde没有任何关系。</w:t>
            </w:r>
          </w:p>
          <w:p w:rsidR="00CB359A" w:rsidRDefault="00CB359A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是吗？我可记得，当时我们离学校不过10分钟走路举例，你每天却乘地铁上学放学，</w:t>
            </w:r>
            <w:r w:rsidR="00FC669F"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一天3</w:t>
            </w: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小时的车程</w:t>
            </w:r>
          </w:p>
          <w:p w:rsidR="00806F28" w:rsidRPr="00CB359A" w:rsidRDefault="00806F28" w:rsidP="002C1DF2">
            <w:pPr>
              <w:spacing w:after="0" w:line="360" w:lineRule="auto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（杜撰）</w:t>
            </w:r>
          </w:p>
        </w:tc>
      </w:tr>
      <w:tr w:rsidR="00E55990" w:rsidRPr="00B5331B" w:rsidTr="00C04C65">
        <w:trPr>
          <w:trHeight w:val="198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B5331B" w:rsidRDefault="00E55990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B5331B" w:rsidRDefault="00E55990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Pr="007378D8" w:rsidRDefault="00E55990" w:rsidP="002C1DF2">
            <w:pPr>
              <w:spacing w:after="0" w:line="360" w:lineRule="auto"/>
              <w:jc w:val="both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55990" w:rsidRDefault="000519AB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Howard:</w:t>
            </w:r>
          </w:p>
          <w:p w:rsidR="000519AB" w:rsidRDefault="000519AB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</w:p>
          <w:p w:rsidR="000519AB" w:rsidRPr="007378D8" w:rsidRDefault="000519AB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Howard’s Mum:</w:t>
            </w:r>
          </w:p>
        </w:tc>
        <w:tc>
          <w:tcPr>
            <w:tcW w:w="6660" w:type="dxa"/>
          </w:tcPr>
          <w:p w:rsidR="00E55990" w:rsidRDefault="000519AB" w:rsidP="000519AB">
            <w:pPr>
              <w:spacing w:after="0" w:line="360" w:lineRule="auto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The fact I didn’t get a PhD has nothing to do with the blonde.</w:t>
            </w:r>
          </w:p>
          <w:p w:rsidR="000519AB" w:rsidRPr="007378D8" w:rsidRDefault="000519AB" w:rsidP="000519AB">
            <w:pPr>
              <w:spacing w:after="0" w:line="360" w:lineRule="auto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 xml:space="preserve">Oh, yeah. As I remember, we used to live 10min walk from your university, yet you take subway everyday </w:t>
            </w:r>
            <w:r w:rsidRPr="000519AB">
              <w:rPr>
                <w:rFonts w:ascii="Arial" w:eastAsia="微软雅黑" w:hAnsi="Arial" w:cs="Arial"/>
                <w:b/>
                <w:color w:val="548DD4" w:themeColor="text2" w:themeTint="99"/>
                <w:sz w:val="28"/>
                <w:szCs w:val="28"/>
              </w:rPr>
              <w:t>to and from school</w:t>
            </w:r>
            <w:r>
              <w:rPr>
                <w:rFonts w:ascii="Arial" w:eastAsia="微软雅黑" w:hAnsi="Arial" w:cs="Arial"/>
                <w:b/>
                <w:color w:val="548DD4" w:themeColor="text2" w:themeTint="99"/>
                <w:sz w:val="28"/>
                <w:szCs w:val="28"/>
              </w:rPr>
              <w:t xml:space="preserve">. </w:t>
            </w:r>
            <w:r w:rsidRPr="000519AB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I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t</w:t>
            </w:r>
            <w:r w:rsidR="00FC669F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 xml:space="preserve">’s </w:t>
            </w:r>
            <w:r w:rsidR="00FC669F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3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 xml:space="preserve"> hours everyday.</w:t>
            </w:r>
          </w:p>
        </w:tc>
      </w:tr>
    </w:tbl>
    <w:p w:rsidR="000519AB" w:rsidRDefault="000519AB" w:rsidP="000519AB">
      <w:pPr>
        <w:rPr>
          <w:rFonts w:cs="Arial" w:hint="eastAsia"/>
          <w:sz w:val="28"/>
          <w:szCs w:val="28"/>
        </w:rPr>
      </w:pPr>
    </w:p>
    <w:p w:rsidR="00C04C65" w:rsidRDefault="00C04C65" w:rsidP="000519AB">
      <w:pPr>
        <w:rPr>
          <w:rFonts w:cs="Arial" w:hint="eastAsia"/>
          <w:sz w:val="28"/>
          <w:szCs w:val="28"/>
        </w:rPr>
      </w:pPr>
    </w:p>
    <w:p w:rsidR="00C04C65" w:rsidRDefault="00C04C65" w:rsidP="000519AB">
      <w:pPr>
        <w:rPr>
          <w:rFonts w:cs="Arial" w:hint="eastAsia"/>
          <w:sz w:val="28"/>
          <w:szCs w:val="28"/>
        </w:rPr>
      </w:pPr>
    </w:p>
    <w:p w:rsidR="00C04C65" w:rsidRDefault="00C04C65" w:rsidP="000519AB">
      <w:pPr>
        <w:rPr>
          <w:rFonts w:cs="Arial" w:hint="eastAsia"/>
          <w:sz w:val="28"/>
          <w:szCs w:val="28"/>
        </w:rPr>
      </w:pPr>
    </w:p>
    <w:p w:rsidR="00C04C65" w:rsidRDefault="00C04C65" w:rsidP="000519AB">
      <w:pPr>
        <w:rPr>
          <w:rFonts w:cs="Arial" w:hint="eastAsia"/>
          <w:sz w:val="28"/>
          <w:szCs w:val="28"/>
        </w:rPr>
      </w:pPr>
    </w:p>
    <w:p w:rsidR="00C04C65" w:rsidRDefault="00C04C65" w:rsidP="000519AB">
      <w:pPr>
        <w:rPr>
          <w:rFonts w:cs="Arial" w:hint="eastAsia"/>
          <w:sz w:val="28"/>
          <w:szCs w:val="28"/>
        </w:rPr>
      </w:pPr>
    </w:p>
    <w:p w:rsidR="00C04C65" w:rsidRDefault="00C04C65" w:rsidP="000519AB">
      <w:pPr>
        <w:rPr>
          <w:rFonts w:cs="Arial" w:hint="eastAsia"/>
          <w:sz w:val="28"/>
          <w:szCs w:val="28"/>
        </w:rPr>
      </w:pPr>
    </w:p>
    <w:p w:rsidR="00C04C65" w:rsidRDefault="00C04C65" w:rsidP="000519AB">
      <w:pPr>
        <w:rPr>
          <w:rFonts w:cs="Arial" w:hint="eastAsia"/>
          <w:sz w:val="28"/>
          <w:szCs w:val="28"/>
        </w:rPr>
      </w:pPr>
    </w:p>
    <w:p w:rsidR="00C04C65" w:rsidRDefault="00C04C65" w:rsidP="000519AB">
      <w:pPr>
        <w:rPr>
          <w:rFonts w:cs="Arial" w:hint="eastAsia"/>
          <w:sz w:val="28"/>
          <w:szCs w:val="28"/>
        </w:rPr>
      </w:pPr>
    </w:p>
    <w:p w:rsidR="00C04C65" w:rsidRPr="00C50725" w:rsidRDefault="00C04C65" w:rsidP="000519AB">
      <w:pPr>
        <w:rPr>
          <w:rFonts w:cs="Arial"/>
          <w:sz w:val="28"/>
          <w:szCs w:val="28"/>
        </w:rPr>
      </w:pPr>
    </w:p>
    <w:tbl>
      <w:tblPr>
        <w:tblW w:w="11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0"/>
        <w:gridCol w:w="1980"/>
        <w:gridCol w:w="720"/>
        <w:gridCol w:w="1260"/>
        <w:gridCol w:w="810"/>
        <w:gridCol w:w="6660"/>
      </w:tblGrid>
      <w:tr w:rsidR="000519AB" w:rsidRPr="00B5331B" w:rsidTr="00C04C65">
        <w:trPr>
          <w:trHeight w:val="225"/>
        </w:trPr>
        <w:tc>
          <w:tcPr>
            <w:tcW w:w="260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7378D8" w:rsidRDefault="00FC669F" w:rsidP="002C1DF2">
            <w:pPr>
              <w:spacing w:after="0" w:line="360" w:lineRule="auto"/>
              <w:rPr>
                <w:rFonts w:ascii="楷体" w:eastAsia="楷体" w:hAnsi="楷体" w:cs="Calibri"/>
                <w:b/>
                <w:sz w:val="28"/>
                <w:szCs w:val="28"/>
              </w:rPr>
            </w:pPr>
            <w:r>
              <w:rPr>
                <w:rFonts w:ascii="楷体" w:eastAsia="楷体" w:hAnsi="楷体" w:cs="Calibri" w:hint="eastAsia"/>
                <w:b/>
                <w:sz w:val="28"/>
                <w:szCs w:val="28"/>
              </w:rPr>
              <w:t>3</w:t>
            </w:r>
          </w:p>
        </w:tc>
        <w:tc>
          <w:tcPr>
            <w:tcW w:w="11430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AE12F1" w:rsidRDefault="00FC669F" w:rsidP="00FC669F">
            <w:pPr>
              <w:spacing w:after="0" w:line="360" w:lineRule="auto"/>
              <w:rPr>
                <w:rFonts w:ascii="楷体" w:eastAsia="楷体" w:hAnsi="楷体" w:hint="eastAsia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2分15秒，Cheese Cake Factory，Penny在调侃 Leoanrd</w:t>
            </w:r>
          </w:p>
        </w:tc>
      </w:tr>
      <w:tr w:rsidR="000519AB" w:rsidRPr="00B5331B" w:rsidTr="00C04C65">
        <w:trPr>
          <w:trHeight w:val="261"/>
        </w:trPr>
        <w:tc>
          <w:tcPr>
            <w:tcW w:w="26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B5331B" w:rsidRDefault="000519AB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98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B5331B" w:rsidRDefault="000519AB" w:rsidP="002C1DF2">
            <w:pPr>
              <w:spacing w:after="0" w:line="360" w:lineRule="auto"/>
              <w:rPr>
                <w:rFonts w:ascii="微软雅黑" w:eastAsia="微软雅黑" w:hAnsi="微软雅黑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519AB" w:rsidRPr="007378D8" w:rsidRDefault="000519AB" w:rsidP="002C1DF2">
            <w:pPr>
              <w:spacing w:after="0" w:line="360" w:lineRule="auto"/>
              <w:jc w:val="both"/>
              <w:rPr>
                <w:rFonts w:ascii="楷体" w:eastAsia="楷体" w:hAnsi="楷体"/>
                <w:b/>
                <w:sz w:val="28"/>
                <w:szCs w:val="28"/>
              </w:rPr>
            </w:pPr>
            <w:r w:rsidRPr="007378D8">
              <w:rPr>
                <w:rFonts w:ascii="楷体" w:eastAsia="楷体" w:hAnsi="楷体" w:hint="eastAsia"/>
                <w:b/>
                <w:sz w:val="28"/>
                <w:szCs w:val="28"/>
              </w:rPr>
              <w:t>正文</w:t>
            </w:r>
          </w:p>
        </w:tc>
        <w:tc>
          <w:tcPr>
            <w:tcW w:w="1260" w:type="dxa"/>
          </w:tcPr>
          <w:p w:rsidR="000519AB" w:rsidRPr="007378D8" w:rsidRDefault="002D6A94" w:rsidP="000519AB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sz w:val="28"/>
                <w:szCs w:val="28"/>
              </w:rPr>
              <w:t>Penny:</w:t>
            </w:r>
          </w:p>
        </w:tc>
        <w:tc>
          <w:tcPr>
            <w:tcW w:w="7470" w:type="dxa"/>
            <w:gridSpan w:val="2"/>
          </w:tcPr>
          <w:p w:rsidR="002D6A94" w:rsidRPr="00C50725" w:rsidRDefault="002D6A94" w:rsidP="002D6A94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Yeah, just a </w:t>
            </w:r>
            <w:r w:rsidRPr="002D6A94">
              <w:rPr>
                <w:rFonts w:cs="Arial"/>
                <w:b/>
                <w:sz w:val="28"/>
                <w:szCs w:val="28"/>
              </w:rPr>
              <w:t>heads-up</w:t>
            </w:r>
            <w:r>
              <w:rPr>
                <w:rFonts w:cs="Arial" w:hint="eastAsia"/>
                <w:sz w:val="28"/>
                <w:szCs w:val="28"/>
              </w:rPr>
              <w:t xml:space="preserve"> </w:t>
            </w:r>
            <w:r w:rsidRPr="00C50725">
              <w:rPr>
                <w:rFonts w:cs="Arial"/>
                <w:sz w:val="28"/>
                <w:szCs w:val="28"/>
              </w:rPr>
              <w:t>on the car window deal.</w:t>
            </w:r>
          </w:p>
          <w:p w:rsidR="000519AB" w:rsidRPr="000519AB" w:rsidRDefault="002D6A94" w:rsidP="002D6A94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It helps, but everything</w:t>
            </w:r>
            <w:r>
              <w:rPr>
                <w:rFonts w:cs="Arial" w:hint="eastAsia"/>
                <w:sz w:val="28"/>
                <w:szCs w:val="28"/>
              </w:rPr>
              <w:t xml:space="preserve"> </w:t>
            </w:r>
            <w:r w:rsidRPr="00C50725">
              <w:rPr>
                <w:rFonts w:cs="Arial"/>
                <w:sz w:val="28"/>
                <w:szCs w:val="28"/>
              </w:rPr>
              <w:t xml:space="preserve">is not </w:t>
            </w:r>
            <w:r w:rsidR="008332A5">
              <w:rPr>
                <w:rFonts w:cs="Arial" w:hint="eastAsia"/>
                <w:sz w:val="28"/>
                <w:szCs w:val="28"/>
              </w:rPr>
              <w:t>“</w:t>
            </w:r>
            <w:r w:rsidRPr="00C50725">
              <w:rPr>
                <w:rFonts w:cs="Arial"/>
                <w:sz w:val="28"/>
                <w:szCs w:val="28"/>
              </w:rPr>
              <w:t xml:space="preserve">peachy. </w:t>
            </w:r>
            <w:r w:rsidR="008332A5">
              <w:rPr>
                <w:rFonts w:cs="Arial" w:hint="eastAsia"/>
                <w:sz w:val="28"/>
                <w:szCs w:val="28"/>
              </w:rPr>
              <w:t>“</w:t>
            </w:r>
          </w:p>
        </w:tc>
      </w:tr>
      <w:tr w:rsidR="000519AB" w:rsidRPr="00B5331B" w:rsidTr="00C04C65">
        <w:trPr>
          <w:trHeight w:val="126"/>
        </w:trPr>
        <w:tc>
          <w:tcPr>
            <w:tcW w:w="26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B5331B" w:rsidRDefault="000519AB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Default="000519AB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 xml:space="preserve">  </w:t>
            </w:r>
            <w:r w:rsidR="00FC669F">
              <w:rPr>
                <w:rFonts w:ascii="Arial" w:eastAsia="微软雅黑" w:hAnsi="Arial" w:cs="Arial"/>
                <w:b/>
                <w:bCs/>
                <w:sz w:val="28"/>
                <w:szCs w:val="28"/>
              </w:rPr>
              <w:t>H</w:t>
            </w:r>
            <w:r w:rsidR="00FC669F"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>eads-up</w:t>
            </w:r>
          </w:p>
          <w:p w:rsidR="000519AB" w:rsidRDefault="000519AB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  <w:p w:rsidR="000519AB" w:rsidRPr="007378D8" w:rsidRDefault="000519AB" w:rsidP="002C1DF2">
            <w:pPr>
              <w:spacing w:after="0" w:line="360" w:lineRule="auto"/>
              <w:ind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7378D8" w:rsidRDefault="000519AB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76923C" w:themeColor="accent3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76923C" w:themeColor="accent3" w:themeShade="BF"/>
                <w:sz w:val="28"/>
                <w:szCs w:val="28"/>
              </w:rPr>
              <w:t>讲解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Default="00FC669F" w:rsidP="002C1DF2">
            <w:pPr>
              <w:spacing w:after="0" w:line="360" w:lineRule="auto"/>
              <w:ind w:left="-80"/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提个醒，可以做名词或者动词</w:t>
            </w:r>
          </w:p>
          <w:p w:rsidR="00FC669F" w:rsidRPr="00FC669F" w:rsidRDefault="00FC669F" w:rsidP="002C1DF2">
            <w:pPr>
              <w:spacing w:after="0" w:line="360" w:lineRule="auto"/>
              <w:ind w:left="-80"/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</w:pPr>
            <w:r>
              <w:rPr>
                <w:rFonts w:ascii="楷体" w:eastAsia="楷体" w:hAnsi="楷体" w:cs="Times New Roman"/>
                <w:color w:val="76923C" w:themeColor="accent3" w:themeShade="BF"/>
                <w:sz w:val="28"/>
                <w:szCs w:val="28"/>
              </w:rPr>
              <w:t>G</w:t>
            </w:r>
            <w:r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ive a heads-up; heads-up, fellas</w:t>
            </w:r>
          </w:p>
        </w:tc>
      </w:tr>
      <w:tr w:rsidR="000519AB" w:rsidRPr="00B5331B" w:rsidTr="00C04C65">
        <w:trPr>
          <w:trHeight w:val="333"/>
        </w:trPr>
        <w:tc>
          <w:tcPr>
            <w:tcW w:w="26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B5331B" w:rsidRDefault="000519AB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98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B5331B" w:rsidRDefault="000519AB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7378D8" w:rsidRDefault="000519AB" w:rsidP="002C1DF2">
            <w:pPr>
              <w:spacing w:after="0" w:line="360" w:lineRule="auto"/>
              <w:ind w:left="-80" w:hanging="5"/>
              <w:jc w:val="both"/>
              <w:rPr>
                <w:rFonts w:ascii="楷体" w:eastAsia="楷体" w:hAnsi="楷体" w:cs="Times New Roman"/>
                <w:b/>
                <w:color w:val="548DD4" w:themeColor="text2" w:themeTint="99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548DD4" w:themeColor="text2" w:themeTint="99"/>
                <w:sz w:val="28"/>
                <w:szCs w:val="28"/>
              </w:rPr>
              <w:t>举例</w:t>
            </w:r>
          </w:p>
        </w:tc>
        <w:tc>
          <w:tcPr>
            <w:tcW w:w="207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Default="00C04C65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Leonard:</w:t>
            </w:r>
          </w:p>
          <w:p w:rsidR="00C04C65" w:rsidRDefault="00C04C65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Priya:</w:t>
            </w:r>
          </w:p>
          <w:p w:rsidR="00C04C65" w:rsidRDefault="00C04C65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</w:p>
          <w:p w:rsidR="00C04C65" w:rsidRPr="000D1C31" w:rsidRDefault="00C04C65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Leonard:</w:t>
            </w:r>
          </w:p>
        </w:tc>
        <w:tc>
          <w:tcPr>
            <w:tcW w:w="6660" w:type="dxa"/>
          </w:tcPr>
          <w:p w:rsidR="000519AB" w:rsidRDefault="00C04C65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为什么你没告诉我你要搬回印度去了？</w:t>
            </w:r>
          </w:p>
          <w:p w:rsidR="00C04C65" w:rsidRDefault="00C04C65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额，没碰上特别合适的时机。我不知道该怎么跟你说合适。</w:t>
            </w:r>
          </w:p>
          <w:p w:rsidR="00C04C65" w:rsidRDefault="00C04C65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这样如何： 嗨，Leonard，跟你说一声，我下个月就离开美国了。</w:t>
            </w:r>
          </w:p>
          <w:p w:rsidR="00806F28" w:rsidRPr="00C04C65" w:rsidRDefault="00806F28" w:rsidP="002C1DF2">
            <w:pPr>
              <w:spacing w:after="0" w:line="360" w:lineRule="auto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（杜撰）</w:t>
            </w:r>
          </w:p>
        </w:tc>
      </w:tr>
      <w:tr w:rsidR="000519AB" w:rsidRPr="00B5331B" w:rsidTr="00C04C65">
        <w:trPr>
          <w:trHeight w:val="198"/>
        </w:trPr>
        <w:tc>
          <w:tcPr>
            <w:tcW w:w="26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B5331B" w:rsidRDefault="000519AB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98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B5331B" w:rsidRDefault="000519AB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7378D8" w:rsidRDefault="000519AB" w:rsidP="002C1DF2">
            <w:pPr>
              <w:spacing w:after="0" w:line="360" w:lineRule="auto"/>
              <w:jc w:val="both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Default="00966B2D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Leonard:</w:t>
            </w:r>
          </w:p>
          <w:p w:rsidR="00966B2D" w:rsidRDefault="00966B2D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Priya:</w:t>
            </w:r>
          </w:p>
          <w:p w:rsidR="00966B2D" w:rsidRDefault="00966B2D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</w:p>
          <w:p w:rsidR="00966B2D" w:rsidRPr="007378D8" w:rsidRDefault="00966B2D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Leonard:</w:t>
            </w:r>
          </w:p>
        </w:tc>
        <w:tc>
          <w:tcPr>
            <w:tcW w:w="6660" w:type="dxa"/>
          </w:tcPr>
          <w:p w:rsidR="00191D25" w:rsidRDefault="00966B2D" w:rsidP="00966B2D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Why didn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t you tell me you were moving home?</w:t>
            </w:r>
          </w:p>
          <w:p w:rsidR="00966B2D" w:rsidRDefault="00966B2D" w:rsidP="00966B2D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Well, it didn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t exactly come up. I didn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t know how to break it out to you?</w:t>
            </w:r>
          </w:p>
          <w:p w:rsidR="00966B2D" w:rsidRPr="007378D8" w:rsidRDefault="00966B2D" w:rsidP="00966B2D">
            <w:pPr>
              <w:spacing w:after="0" w:line="360" w:lineRule="auto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How about 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“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hi, Leonard, just a </w:t>
            </w:r>
            <w:r w:rsidRPr="00966B2D">
              <w:rPr>
                <w:rFonts w:ascii="Arial" w:eastAsia="微软雅黑" w:hAnsi="Arial" w:cs="Arial" w:hint="eastAsia"/>
                <w:b/>
                <w:color w:val="548DD4" w:themeColor="text2" w:themeTint="99"/>
                <w:sz w:val="28"/>
                <w:szCs w:val="28"/>
              </w:rPr>
              <w:t>heads-up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. I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m leaving the States next month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”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?</w:t>
            </w:r>
          </w:p>
        </w:tc>
      </w:tr>
      <w:tr w:rsidR="000519AB" w:rsidRPr="00B5331B" w:rsidTr="00C04C65">
        <w:trPr>
          <w:trHeight w:val="585"/>
        </w:trPr>
        <w:tc>
          <w:tcPr>
            <w:tcW w:w="26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B5331B" w:rsidRDefault="000519AB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98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B5331B" w:rsidRDefault="000519AB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0519AB" w:rsidRPr="007378D8" w:rsidRDefault="000519AB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类似</w:t>
            </w:r>
          </w:p>
          <w:p w:rsidR="000519AB" w:rsidRPr="007378D8" w:rsidRDefault="000519AB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表达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91D25" w:rsidRDefault="00191D25" w:rsidP="00191D25">
            <w:pPr>
              <w:spacing w:after="0" w:line="360" w:lineRule="auto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-Just a FYI over that car window deal,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…</w:t>
            </w:r>
          </w:p>
          <w:p w:rsidR="00191D25" w:rsidRDefault="00191D25" w:rsidP="00191D25">
            <w:pPr>
              <w:spacing w:after="0" w:line="360" w:lineRule="auto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-Just a word of advice, 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…</w:t>
            </w:r>
          </w:p>
          <w:p w:rsidR="000519AB" w:rsidRPr="00191D25" w:rsidRDefault="00191D25" w:rsidP="00191D25">
            <w:pPr>
              <w:spacing w:after="0" w:line="360" w:lineRule="auto"/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-BTW, about that car window deal, 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…</w:t>
            </w:r>
          </w:p>
        </w:tc>
      </w:tr>
    </w:tbl>
    <w:p w:rsidR="00E55990" w:rsidRDefault="00E5599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C04C65" w:rsidRDefault="00C04C6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C04C65" w:rsidRDefault="00C04C6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C04C65" w:rsidRDefault="00C04C6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tbl>
      <w:tblPr>
        <w:tblW w:w="11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5"/>
        <w:gridCol w:w="1895"/>
        <w:gridCol w:w="720"/>
        <w:gridCol w:w="1080"/>
        <w:gridCol w:w="180"/>
        <w:gridCol w:w="7470"/>
      </w:tblGrid>
      <w:tr w:rsidR="002D6A94" w:rsidRPr="00B5331B" w:rsidTr="00806F28">
        <w:trPr>
          <w:trHeight w:val="225"/>
        </w:trPr>
        <w:tc>
          <w:tcPr>
            <w:tcW w:w="34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C04C65" w:rsidP="002C1DF2">
            <w:pPr>
              <w:spacing w:after="0" w:line="360" w:lineRule="auto"/>
              <w:rPr>
                <w:rFonts w:ascii="楷体" w:eastAsia="楷体" w:hAnsi="楷体" w:cs="Calibri"/>
                <w:b/>
                <w:sz w:val="28"/>
                <w:szCs w:val="28"/>
              </w:rPr>
            </w:pPr>
            <w:r>
              <w:rPr>
                <w:rFonts w:ascii="楷体" w:eastAsia="楷体" w:hAnsi="楷体" w:cs="Calibri" w:hint="eastAsia"/>
                <w:b/>
                <w:sz w:val="28"/>
                <w:szCs w:val="28"/>
              </w:rPr>
              <w:t>4</w:t>
            </w:r>
          </w:p>
        </w:tc>
        <w:tc>
          <w:tcPr>
            <w:tcW w:w="1134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AE12F1" w:rsidRDefault="00C04C65" w:rsidP="002C1DF2">
            <w:pPr>
              <w:spacing w:after="0" w:line="360" w:lineRule="auto"/>
              <w:rPr>
                <w:rFonts w:ascii="楷体" w:eastAsia="楷体" w:hAnsi="楷体" w:hint="eastAsia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13分10秒，Sheldon客厅,Penny再问Leonard去了哪</w:t>
            </w:r>
          </w:p>
        </w:tc>
      </w:tr>
      <w:tr w:rsidR="002D6A94" w:rsidRPr="00B5331B" w:rsidTr="00806F28">
        <w:trPr>
          <w:trHeight w:val="261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2D6A94" w:rsidRPr="007378D8" w:rsidRDefault="002D6A94" w:rsidP="002C1DF2">
            <w:pPr>
              <w:spacing w:after="0" w:line="360" w:lineRule="auto"/>
              <w:jc w:val="both"/>
              <w:rPr>
                <w:rFonts w:ascii="楷体" w:eastAsia="楷体" w:hAnsi="楷体"/>
                <w:b/>
                <w:sz w:val="28"/>
                <w:szCs w:val="28"/>
              </w:rPr>
            </w:pPr>
            <w:r w:rsidRPr="007378D8">
              <w:rPr>
                <w:rFonts w:ascii="楷体" w:eastAsia="楷体" w:hAnsi="楷体" w:hint="eastAsia"/>
                <w:b/>
                <w:sz w:val="28"/>
                <w:szCs w:val="28"/>
              </w:rPr>
              <w:t>正文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2D6A94" w:rsidRPr="00C04C65" w:rsidRDefault="00C04C65" w:rsidP="00C04C65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 w:rsidRPr="00C04C65">
              <w:rPr>
                <w:rFonts w:ascii="Arial" w:eastAsia="微软雅黑" w:hAnsi="Arial" w:cs="Arial"/>
                <w:sz w:val="28"/>
                <w:szCs w:val="28"/>
              </w:rPr>
              <w:t>Penny:</w:t>
            </w:r>
          </w:p>
          <w:p w:rsidR="00C04C65" w:rsidRPr="00C04C65" w:rsidRDefault="00C04C65" w:rsidP="00C04C65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 w:rsidRPr="00C04C65">
              <w:rPr>
                <w:rFonts w:ascii="Arial" w:eastAsia="微软雅黑" w:hAnsi="Arial" w:cs="Arial"/>
                <w:sz w:val="28"/>
                <w:szCs w:val="28"/>
              </w:rPr>
              <w:t>Sheldon:</w:t>
            </w:r>
          </w:p>
          <w:p w:rsidR="00C04C65" w:rsidRPr="00C04C65" w:rsidRDefault="00C04C65" w:rsidP="00C04C65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</w:p>
          <w:p w:rsidR="00C04C65" w:rsidRPr="00C04C65" w:rsidRDefault="00C04C65" w:rsidP="00C04C65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 w:rsidRPr="00C04C65">
              <w:rPr>
                <w:rFonts w:ascii="Arial" w:eastAsia="微软雅黑" w:hAnsi="Arial" w:cs="Arial"/>
                <w:sz w:val="28"/>
                <w:szCs w:val="28"/>
              </w:rPr>
              <w:t>Raj:</w:t>
            </w:r>
          </w:p>
        </w:tc>
        <w:tc>
          <w:tcPr>
            <w:tcW w:w="7470" w:type="dxa"/>
            <w:shd w:val="clear" w:color="auto" w:fill="auto"/>
          </w:tcPr>
          <w:p w:rsidR="00C04C65" w:rsidRPr="00C04C65" w:rsidRDefault="00C04C65" w:rsidP="00C04C65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C04C65">
              <w:rPr>
                <w:rFonts w:ascii="Arial" w:hAnsi="Arial" w:cs="Arial"/>
                <w:sz w:val="28"/>
                <w:szCs w:val="28"/>
              </w:rPr>
              <w:t>What happened to Leonard?</w:t>
            </w:r>
          </w:p>
          <w:p w:rsidR="00C04C65" w:rsidRPr="00C04C65" w:rsidRDefault="00C04C65" w:rsidP="00C04C65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C04C65">
              <w:rPr>
                <w:rFonts w:ascii="Arial" w:hAnsi="Arial" w:cs="Arial"/>
                <w:sz w:val="28"/>
                <w:szCs w:val="28"/>
              </w:rPr>
              <w:t>The same thing that happened to Homo erectus.</w:t>
            </w:r>
          </w:p>
          <w:p w:rsidR="00966B2D" w:rsidRPr="00C04C65" w:rsidRDefault="00966B2D" w:rsidP="00C04C65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C04C65">
              <w:rPr>
                <w:rFonts w:ascii="Arial" w:hAnsi="Arial" w:cs="Arial"/>
                <w:sz w:val="28"/>
                <w:szCs w:val="28"/>
              </w:rPr>
              <w:t>He was replaced by a superior species.</w:t>
            </w:r>
          </w:p>
          <w:p w:rsidR="002D6A94" w:rsidRPr="00C04C65" w:rsidRDefault="00966B2D" w:rsidP="00C04C65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C04C65">
              <w:rPr>
                <w:rFonts w:ascii="Arial" w:hAnsi="Arial" w:cs="Arial"/>
                <w:sz w:val="28"/>
                <w:szCs w:val="28"/>
              </w:rPr>
              <w:t>I</w:t>
            </w:r>
            <w:r w:rsidR="008332A5">
              <w:rPr>
                <w:rFonts w:ascii="Arial" w:hAnsi="Arial" w:cs="Arial"/>
                <w:sz w:val="28"/>
                <w:szCs w:val="28"/>
              </w:rPr>
              <w:t>’</w:t>
            </w:r>
            <w:r w:rsidRPr="00C04C65">
              <w:rPr>
                <w:rFonts w:ascii="Arial" w:hAnsi="Arial" w:cs="Arial"/>
                <w:sz w:val="28"/>
                <w:szCs w:val="28"/>
              </w:rPr>
              <w:t xml:space="preserve">m the new Homo in town. </w:t>
            </w:r>
            <w:r w:rsidRPr="00C04C65">
              <w:rPr>
                <w:rFonts w:ascii="Arial" w:hAnsi="Arial" w:cs="Arial"/>
                <w:b/>
                <w:sz w:val="28"/>
                <w:szCs w:val="28"/>
              </w:rPr>
              <w:t>That came out wrong</w:t>
            </w:r>
            <w:r w:rsidRPr="00C04C65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966B2D" w:rsidRPr="00C04C65" w:rsidRDefault="00966B2D" w:rsidP="00C04C65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C04C65">
              <w:rPr>
                <w:rFonts w:ascii="Arial" w:hAnsi="Arial" w:cs="Arial"/>
                <w:sz w:val="28"/>
                <w:szCs w:val="28"/>
              </w:rPr>
              <w:t>(Homo</w:t>
            </w:r>
            <w:r w:rsidRPr="00C04C65">
              <w:rPr>
                <w:rFonts w:ascii="Arial" w:hAnsi="Arial" w:cs="Arial"/>
                <w:sz w:val="28"/>
                <w:szCs w:val="28"/>
              </w:rPr>
              <w:t>做同性恋讲</w:t>
            </w:r>
            <w:r w:rsidRPr="00C04C65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2D6A94" w:rsidRPr="00B5331B" w:rsidTr="00806F28">
        <w:trPr>
          <w:trHeight w:val="126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966B2D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 xml:space="preserve"> That came out wrong</w:t>
            </w:r>
          </w:p>
          <w:p w:rsidR="002D6A94" w:rsidRDefault="002D6A94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  <w:p w:rsidR="002D6A94" w:rsidRPr="007378D8" w:rsidRDefault="002D6A94" w:rsidP="002C1DF2">
            <w:pPr>
              <w:spacing w:after="0" w:line="360" w:lineRule="auto"/>
              <w:ind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76923C" w:themeColor="accent3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76923C" w:themeColor="accent3" w:themeShade="BF"/>
                <w:sz w:val="28"/>
                <w:szCs w:val="28"/>
              </w:rPr>
              <w:t>讲解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966B2D" w:rsidP="002C1DF2">
            <w:pPr>
              <w:spacing w:after="0" w:line="360" w:lineRule="auto"/>
              <w:ind w:left="-80"/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那话说得不对，很常用，当自己失口说错话，冒犯别人等的时候</w:t>
            </w:r>
          </w:p>
        </w:tc>
      </w:tr>
      <w:tr w:rsidR="002D6A94" w:rsidRPr="00B5331B" w:rsidTr="00806F28">
        <w:trPr>
          <w:trHeight w:val="333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 w:hanging="5"/>
              <w:jc w:val="both"/>
              <w:rPr>
                <w:rFonts w:ascii="楷体" w:eastAsia="楷体" w:hAnsi="楷体" w:cs="Times New Roman"/>
                <w:b/>
                <w:color w:val="548DD4" w:themeColor="text2" w:themeTint="99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548DD4" w:themeColor="text2" w:themeTint="99"/>
                <w:sz w:val="28"/>
                <w:szCs w:val="28"/>
              </w:rPr>
              <w:t>举例</w:t>
            </w: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806F28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Berni:</w:t>
            </w:r>
          </w:p>
          <w:p w:rsidR="00806F28" w:rsidRDefault="00806F28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Howard:</w:t>
            </w:r>
          </w:p>
          <w:p w:rsidR="00806F28" w:rsidRPr="000D1C31" w:rsidRDefault="00806F28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7650" w:type="dxa"/>
            <w:gridSpan w:val="2"/>
          </w:tcPr>
          <w:p w:rsidR="002D6A94" w:rsidRDefault="00C04C65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你为什么不高兴？我以为你会高兴我买了表呢~</w:t>
            </w:r>
          </w:p>
          <w:p w:rsidR="00806F28" w:rsidRDefault="00C04C65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高兴</w:t>
            </w:r>
            <w:r w:rsidR="00806F28"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 xml:space="preserve">? </w:t>
            </w: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在什么宇宙中我会高兴呢？我一起玩得朋友都是PhD</w:t>
            </w:r>
            <w:r w:rsidR="00806F28"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，甚至包括服务员的你。</w:t>
            </w:r>
          </w:p>
          <w:p w:rsidR="00806F28" w:rsidRDefault="00806F28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对不起，我不是那个意思。</w:t>
            </w:r>
          </w:p>
          <w:p w:rsidR="00806F28" w:rsidRPr="00806F28" w:rsidRDefault="00806F28" w:rsidP="002C1DF2">
            <w:pPr>
              <w:spacing w:after="0" w:line="360" w:lineRule="auto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（杜撰）</w:t>
            </w:r>
          </w:p>
        </w:tc>
      </w:tr>
      <w:tr w:rsidR="002D6A94" w:rsidRPr="00B5331B" w:rsidTr="00806F28">
        <w:trPr>
          <w:trHeight w:val="198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jc w:val="both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108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AF1CB1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Berni:</w:t>
            </w:r>
          </w:p>
          <w:p w:rsidR="00AF1CB1" w:rsidRDefault="00AF1CB1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</w:p>
          <w:p w:rsidR="00AF1CB1" w:rsidRPr="007378D8" w:rsidRDefault="00AF1CB1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Howard:</w:t>
            </w:r>
          </w:p>
        </w:tc>
        <w:tc>
          <w:tcPr>
            <w:tcW w:w="7650" w:type="dxa"/>
            <w:gridSpan w:val="2"/>
          </w:tcPr>
          <w:p w:rsidR="002D6A94" w:rsidRDefault="00AF1CB1" w:rsidP="002C1DF2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Why are you upset? I thought you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d be happy about the watch.</w:t>
            </w:r>
          </w:p>
          <w:p w:rsidR="00AF1CB1" w:rsidRDefault="00AF1CB1" w:rsidP="00AF1CB1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Happy? 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I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n what universe would I be happy when all 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the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people I hang out with are holding a doctorates, even the one who waits on people in a 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restaurant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.</w:t>
            </w:r>
          </w:p>
          <w:p w:rsidR="00AF1CB1" w:rsidRDefault="00AF1CB1" w:rsidP="00AF1CB1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(awkward for 2sec)</w:t>
            </w:r>
          </w:p>
          <w:p w:rsidR="00AF1CB1" w:rsidRPr="007378D8" w:rsidRDefault="00AF1CB1" w:rsidP="00AF1CB1">
            <w:pPr>
              <w:spacing w:after="0" w:line="360" w:lineRule="auto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I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m sorry, </w:t>
            </w:r>
            <w:r w:rsidRPr="00AF1CB1">
              <w:rPr>
                <w:rFonts w:ascii="Arial" w:eastAsia="微软雅黑" w:hAnsi="Arial" w:cs="Arial" w:hint="eastAsia"/>
                <w:b/>
                <w:color w:val="548DD4" w:themeColor="text2" w:themeTint="99"/>
                <w:sz w:val="28"/>
                <w:szCs w:val="28"/>
              </w:rPr>
              <w:t>that</w:t>
            </w:r>
            <w:r w:rsidRPr="00AF1CB1">
              <w:rPr>
                <w:rFonts w:ascii="Arial" w:eastAsia="微软雅黑" w:hAnsi="Arial" w:cs="Arial"/>
                <w:b/>
                <w:color w:val="548DD4" w:themeColor="text2" w:themeTint="99"/>
                <w:sz w:val="28"/>
                <w:szCs w:val="28"/>
              </w:rPr>
              <w:t xml:space="preserve"> came out wrong.</w:t>
            </w:r>
          </w:p>
        </w:tc>
      </w:tr>
      <w:tr w:rsidR="002D6A94" w:rsidRPr="00B5331B" w:rsidTr="00806F28">
        <w:trPr>
          <w:trHeight w:val="585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类似</w:t>
            </w:r>
          </w:p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表达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F1CB1" w:rsidRDefault="002D6A94" w:rsidP="002C1DF2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-</w:t>
            </w:r>
            <w:r w:rsidR="00096381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I wish I didn</w:t>
            </w:r>
            <w:r w:rsidR="00096381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 w:rsidR="00096381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t say that, </w:t>
            </w:r>
            <w:r w:rsidR="00096381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if I could just take it back.</w:t>
            </w:r>
            <w:r w:rsidR="00AF1CB1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</w:t>
            </w:r>
          </w:p>
          <w:p w:rsidR="002D6A94" w:rsidRPr="007378D8" w:rsidRDefault="00AF1CB1" w:rsidP="00806F28">
            <w:pPr>
              <w:spacing w:after="0" w:line="360" w:lineRule="auto"/>
              <w:ind w:left="-80"/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-</w:t>
            </w:r>
            <w:r w:rsidR="00096381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that</w:t>
            </w:r>
            <w:r w:rsidR="00096381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 w:rsidR="00096381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s not what I meant.</w:t>
            </w:r>
          </w:p>
        </w:tc>
      </w:tr>
    </w:tbl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Default="00806F28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Default="00806F28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Default="00806F28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tbl>
      <w:tblPr>
        <w:tblW w:w="11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5"/>
        <w:gridCol w:w="1895"/>
        <w:gridCol w:w="720"/>
        <w:gridCol w:w="1260"/>
        <w:gridCol w:w="810"/>
        <w:gridCol w:w="6660"/>
      </w:tblGrid>
      <w:tr w:rsidR="002D6A94" w:rsidRPr="00B5331B" w:rsidTr="00806F28">
        <w:trPr>
          <w:trHeight w:val="225"/>
        </w:trPr>
        <w:tc>
          <w:tcPr>
            <w:tcW w:w="34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806F28" w:rsidP="002C1DF2">
            <w:pPr>
              <w:spacing w:after="0" w:line="360" w:lineRule="auto"/>
              <w:rPr>
                <w:rFonts w:ascii="楷体" w:eastAsia="楷体" w:hAnsi="楷体" w:cs="Calibri"/>
                <w:b/>
                <w:sz w:val="28"/>
                <w:szCs w:val="28"/>
              </w:rPr>
            </w:pPr>
            <w:r>
              <w:rPr>
                <w:rFonts w:ascii="楷体" w:eastAsia="楷体" w:hAnsi="楷体" w:cs="Calibri" w:hint="eastAsia"/>
                <w:b/>
                <w:sz w:val="28"/>
                <w:szCs w:val="28"/>
              </w:rPr>
              <w:t>5</w:t>
            </w:r>
          </w:p>
        </w:tc>
        <w:tc>
          <w:tcPr>
            <w:tcW w:w="1134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AE12F1" w:rsidRDefault="00806F28" w:rsidP="002C1DF2">
            <w:pPr>
              <w:spacing w:after="0" w:line="360" w:lineRule="auto"/>
              <w:rPr>
                <w:rFonts w:ascii="楷体" w:eastAsia="楷体" w:hAnsi="楷体" w:hint="eastAsia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17分30秒，Raj客厅，Priya父母发来视频请求，Priya要Leonard藏起来</w:t>
            </w:r>
          </w:p>
        </w:tc>
      </w:tr>
      <w:tr w:rsidR="002D6A94" w:rsidRPr="00B5331B" w:rsidTr="00806F28">
        <w:trPr>
          <w:trHeight w:val="261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2D6A94" w:rsidRPr="007378D8" w:rsidRDefault="002D6A94" w:rsidP="002C1DF2">
            <w:pPr>
              <w:spacing w:after="0" w:line="360" w:lineRule="auto"/>
              <w:jc w:val="both"/>
              <w:rPr>
                <w:rFonts w:ascii="楷体" w:eastAsia="楷体" w:hAnsi="楷体"/>
                <w:b/>
                <w:sz w:val="28"/>
                <w:szCs w:val="28"/>
              </w:rPr>
            </w:pPr>
            <w:r w:rsidRPr="007378D8">
              <w:rPr>
                <w:rFonts w:ascii="楷体" w:eastAsia="楷体" w:hAnsi="楷体" w:hint="eastAsia"/>
                <w:b/>
                <w:sz w:val="28"/>
                <w:szCs w:val="28"/>
              </w:rPr>
              <w:t>正文</w:t>
            </w:r>
          </w:p>
        </w:tc>
        <w:tc>
          <w:tcPr>
            <w:tcW w:w="1260" w:type="dxa"/>
          </w:tcPr>
          <w:p w:rsidR="002D6A94" w:rsidRPr="00F2209E" w:rsidRDefault="00A863AE" w:rsidP="00A863AE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 w:rsidRPr="00F2209E">
              <w:rPr>
                <w:rFonts w:ascii="Arial" w:eastAsia="微软雅黑" w:hAnsi="Arial" w:cs="Arial"/>
                <w:sz w:val="28"/>
                <w:szCs w:val="28"/>
              </w:rPr>
              <w:t>Leonard:</w:t>
            </w:r>
          </w:p>
          <w:p w:rsidR="00A863AE" w:rsidRPr="00F2209E" w:rsidRDefault="00A863AE" w:rsidP="00A863AE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 w:rsidRPr="00F2209E">
              <w:rPr>
                <w:rFonts w:ascii="Arial" w:eastAsia="微软雅黑" w:hAnsi="Arial" w:cs="Arial"/>
                <w:sz w:val="28"/>
                <w:szCs w:val="28"/>
              </w:rPr>
              <w:t>Priya:</w:t>
            </w:r>
          </w:p>
        </w:tc>
        <w:tc>
          <w:tcPr>
            <w:tcW w:w="7470" w:type="dxa"/>
            <w:gridSpan w:val="2"/>
          </w:tcPr>
          <w:p w:rsidR="00A863AE" w:rsidRPr="00F2209E" w:rsidRDefault="00A863AE" w:rsidP="00A863AE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>Why don</w:t>
            </w:r>
            <w:r w:rsidR="008332A5">
              <w:rPr>
                <w:rFonts w:ascii="Arial" w:hAnsi="Arial" w:cs="Arial"/>
                <w:sz w:val="28"/>
                <w:szCs w:val="28"/>
              </w:rPr>
              <w:t>’</w:t>
            </w:r>
            <w:r w:rsidRPr="00F2209E">
              <w:rPr>
                <w:rFonts w:ascii="Arial" w:hAnsi="Arial" w:cs="Arial"/>
                <w:sz w:val="28"/>
                <w:szCs w:val="28"/>
              </w:rPr>
              <w:t>t we just tell them that we</w:t>
            </w:r>
            <w:r w:rsidR="008332A5">
              <w:rPr>
                <w:rFonts w:ascii="Arial" w:hAnsi="Arial" w:cs="Arial"/>
                <w:sz w:val="28"/>
                <w:szCs w:val="28"/>
              </w:rPr>
              <w:t>’</w:t>
            </w:r>
            <w:r w:rsidRPr="00F2209E">
              <w:rPr>
                <w:rFonts w:ascii="Arial" w:hAnsi="Arial" w:cs="Arial"/>
                <w:sz w:val="28"/>
                <w:szCs w:val="28"/>
              </w:rPr>
              <w:t>re dating?</w:t>
            </w:r>
          </w:p>
          <w:p w:rsidR="002D6A94" w:rsidRPr="00F2209E" w:rsidRDefault="00A863AE" w:rsidP="00A863AE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>Oh, we</w:t>
            </w:r>
            <w:r w:rsidR="008332A5">
              <w:rPr>
                <w:rFonts w:ascii="Arial" w:hAnsi="Arial" w:cs="Arial"/>
                <w:sz w:val="28"/>
                <w:szCs w:val="28"/>
              </w:rPr>
              <w:t>’</w:t>
            </w:r>
            <w:r w:rsidRPr="00F2209E">
              <w:rPr>
                <w:rFonts w:ascii="Arial" w:hAnsi="Arial" w:cs="Arial"/>
                <w:sz w:val="28"/>
                <w:szCs w:val="28"/>
              </w:rPr>
              <w:t xml:space="preserve">ve been </w:t>
            </w:r>
            <w:r w:rsidRPr="00F2209E">
              <w:rPr>
                <w:rFonts w:ascii="Arial" w:hAnsi="Arial" w:cs="Arial"/>
                <w:b/>
                <w:sz w:val="28"/>
                <w:szCs w:val="28"/>
              </w:rPr>
              <w:t>through</w:t>
            </w:r>
            <w:r w:rsidRPr="00F2209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F2209E">
              <w:rPr>
                <w:rFonts w:ascii="Arial" w:hAnsi="Arial" w:cs="Arial"/>
                <w:b/>
                <w:sz w:val="28"/>
                <w:szCs w:val="28"/>
              </w:rPr>
              <w:t>this</w:t>
            </w:r>
            <w:r w:rsidRPr="00F2209E">
              <w:rPr>
                <w:rFonts w:ascii="Arial" w:hAnsi="Arial" w:cs="Arial"/>
                <w:sz w:val="28"/>
                <w:szCs w:val="28"/>
              </w:rPr>
              <w:t>. It</w:t>
            </w:r>
            <w:r w:rsidR="008332A5">
              <w:rPr>
                <w:rFonts w:ascii="Arial" w:hAnsi="Arial" w:cs="Arial"/>
                <w:sz w:val="28"/>
                <w:szCs w:val="28"/>
              </w:rPr>
              <w:t>’</w:t>
            </w:r>
            <w:r w:rsidRPr="00F2209E">
              <w:rPr>
                <w:rFonts w:ascii="Arial" w:hAnsi="Arial" w:cs="Arial"/>
                <w:sz w:val="28"/>
                <w:szCs w:val="28"/>
              </w:rPr>
              <w:t>s not the time.</w:t>
            </w:r>
          </w:p>
        </w:tc>
      </w:tr>
      <w:tr w:rsidR="002D6A94" w:rsidRPr="00B5331B" w:rsidTr="00806F28">
        <w:trPr>
          <w:trHeight w:val="126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2D6A94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 xml:space="preserve">  </w:t>
            </w:r>
            <w:r w:rsidR="00A863AE">
              <w:rPr>
                <w:rFonts w:ascii="Arial" w:eastAsia="微软雅黑" w:hAnsi="Arial" w:cs="Arial"/>
                <w:b/>
                <w:bCs/>
                <w:sz w:val="28"/>
                <w:szCs w:val="28"/>
              </w:rPr>
              <w:t>T</w:t>
            </w:r>
            <w:r w:rsidR="00A863AE"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>hrough this</w:t>
            </w:r>
          </w:p>
          <w:p w:rsidR="002D6A94" w:rsidRDefault="002D6A94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  <w:p w:rsidR="002D6A94" w:rsidRPr="007378D8" w:rsidRDefault="002D6A94" w:rsidP="002C1DF2">
            <w:pPr>
              <w:spacing w:after="0" w:line="360" w:lineRule="auto"/>
              <w:ind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76923C" w:themeColor="accent3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76923C" w:themeColor="accent3" w:themeShade="BF"/>
                <w:sz w:val="28"/>
                <w:szCs w:val="28"/>
              </w:rPr>
              <w:t>讲解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806F28" w:rsidP="002C1DF2">
            <w:pPr>
              <w:spacing w:after="0" w:line="360" w:lineRule="auto"/>
              <w:ind w:left="-80"/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说过了，讨论过了</w:t>
            </w:r>
          </w:p>
        </w:tc>
      </w:tr>
      <w:tr w:rsidR="002D6A94" w:rsidRPr="00B5331B" w:rsidTr="00806F28">
        <w:trPr>
          <w:trHeight w:val="333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 w:hanging="5"/>
              <w:jc w:val="both"/>
              <w:rPr>
                <w:rFonts w:ascii="楷体" w:eastAsia="楷体" w:hAnsi="楷体" w:cs="Times New Roman"/>
                <w:b/>
                <w:color w:val="548DD4" w:themeColor="text2" w:themeTint="99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548DD4" w:themeColor="text2" w:themeTint="99"/>
                <w:sz w:val="28"/>
                <w:szCs w:val="28"/>
              </w:rPr>
              <w:t>举例</w:t>
            </w:r>
          </w:p>
        </w:tc>
        <w:tc>
          <w:tcPr>
            <w:tcW w:w="207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806F28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Penny:</w:t>
            </w:r>
          </w:p>
          <w:p w:rsidR="00806F28" w:rsidRPr="000D1C31" w:rsidRDefault="00806F28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S</w:t>
            </w:r>
            <w:r>
              <w:rPr>
                <w:rFonts w:ascii="楷体" w:eastAsia="楷体" w:hAnsi="楷体" w:cs="Arial"/>
                <w:color w:val="548DD4" w:themeColor="text2" w:themeTint="99"/>
                <w:sz w:val="28"/>
                <w:szCs w:val="28"/>
              </w:rPr>
              <w:t>h</w:t>
            </w: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eldon:</w:t>
            </w:r>
          </w:p>
        </w:tc>
        <w:tc>
          <w:tcPr>
            <w:tcW w:w="6660" w:type="dxa"/>
          </w:tcPr>
          <w:p w:rsidR="002D6A94" w:rsidRDefault="00806F28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这并非你所认为的样子</w:t>
            </w:r>
            <w:r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  <w:t>…</w:t>
            </w: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我要回去了</w:t>
            </w:r>
          </w:p>
          <w:p w:rsidR="00806F28" w:rsidRPr="00806F28" w:rsidRDefault="00806F28" w:rsidP="002C1DF2">
            <w:pPr>
              <w:spacing w:after="0" w:line="360" w:lineRule="auto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Raj，我以为我们已经讨论过这个了，你要带女孩回来的话得提前跟我说一声</w:t>
            </w:r>
          </w:p>
        </w:tc>
      </w:tr>
      <w:tr w:rsidR="002D6A94" w:rsidRPr="00B5331B" w:rsidTr="00806F28">
        <w:trPr>
          <w:trHeight w:val="198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jc w:val="both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A863AE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Penny:</w:t>
            </w:r>
          </w:p>
          <w:p w:rsidR="00A863AE" w:rsidRPr="007378D8" w:rsidRDefault="00A863AE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Sheldon:</w:t>
            </w:r>
          </w:p>
        </w:tc>
        <w:tc>
          <w:tcPr>
            <w:tcW w:w="6660" w:type="dxa"/>
          </w:tcPr>
          <w:p w:rsidR="002D6A94" w:rsidRDefault="00A863AE" w:rsidP="00A863AE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This is n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ot what it looks like, I’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m out of here.</w:t>
            </w:r>
          </w:p>
          <w:p w:rsidR="00A863AE" w:rsidRPr="007378D8" w:rsidRDefault="00A863AE" w:rsidP="00A863AE">
            <w:pPr>
              <w:spacing w:after="0" w:line="360" w:lineRule="auto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Raj. I thought we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ve </w:t>
            </w:r>
            <w:r w:rsidRPr="00A863AE">
              <w:rPr>
                <w:rFonts w:ascii="Arial" w:eastAsia="微软雅黑" w:hAnsi="Arial" w:cs="Arial" w:hint="eastAsia"/>
                <w:b/>
                <w:color w:val="548DD4" w:themeColor="text2" w:themeTint="99"/>
                <w:sz w:val="28"/>
                <w:szCs w:val="28"/>
              </w:rPr>
              <w:t>been through this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, notify your roommate before having a girl spend the night.</w:t>
            </w:r>
          </w:p>
        </w:tc>
      </w:tr>
      <w:tr w:rsidR="002D6A94" w:rsidRPr="00B5331B" w:rsidTr="00806F28">
        <w:trPr>
          <w:trHeight w:val="585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类似</w:t>
            </w:r>
          </w:p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表达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A863AE">
            <w:pPr>
              <w:spacing w:after="0" w:line="360" w:lineRule="auto"/>
              <w:ind w:left="-80"/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-</w:t>
            </w:r>
            <w:r w:rsidR="00A863AE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We</w:t>
            </w:r>
            <w:r w:rsidR="00A863AE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 w:rsidR="00A863AE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ve been over this</w:t>
            </w:r>
            <w:r w:rsidR="00A863AE"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 xml:space="preserve"> </w:t>
            </w:r>
            <w:r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br/>
            </w:r>
            <w:r w:rsidR="00A863AE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-I thought we were done debating this topic</w:t>
            </w:r>
          </w:p>
        </w:tc>
      </w:tr>
    </w:tbl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Default="00806F28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Default="00806F28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Default="00806F28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Default="00806F28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Default="00806F28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Default="00806F28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Default="00806F28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Default="00806F28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Default="00806F28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06F28" w:rsidRPr="00806F28" w:rsidRDefault="00806F28" w:rsidP="00806F28">
      <w:pPr>
        <w:pStyle w:val="Heading1"/>
        <w:spacing w:before="0" w:line="360" w:lineRule="auto"/>
        <w:jc w:val="center"/>
        <w:rPr>
          <w:rFonts w:ascii="华文行楷" w:eastAsia="华文行楷" w:hAnsi="微软雅黑" w:hint="eastAsia"/>
          <w:b w:val="0"/>
          <w:sz w:val="28"/>
        </w:rPr>
      </w:pPr>
      <w:r>
        <w:rPr>
          <w:rFonts w:ascii="华文行楷" w:eastAsia="华文行楷" w:hAnsi="微软雅黑" w:hint="eastAsia"/>
          <w:b w:val="0"/>
          <w:sz w:val="40"/>
        </w:rPr>
        <w:t>高级词汇</w:t>
      </w:r>
      <w:r w:rsidRPr="00A90E46">
        <w:rPr>
          <w:rFonts w:ascii="华文行楷" w:eastAsia="华文行楷" w:hAnsi="微软雅黑" w:hint="eastAsia"/>
          <w:b w:val="0"/>
          <w:sz w:val="40"/>
        </w:rPr>
        <w:t>篇</w:t>
      </w:r>
    </w:p>
    <w:tbl>
      <w:tblPr>
        <w:tblW w:w="11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5"/>
        <w:gridCol w:w="1895"/>
        <w:gridCol w:w="720"/>
        <w:gridCol w:w="1260"/>
        <w:gridCol w:w="180"/>
        <w:gridCol w:w="7290"/>
      </w:tblGrid>
      <w:tr w:rsidR="002D6A94" w:rsidRPr="00B5331B" w:rsidTr="00FA5420">
        <w:trPr>
          <w:trHeight w:val="225"/>
        </w:trPr>
        <w:tc>
          <w:tcPr>
            <w:tcW w:w="34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806F28" w:rsidP="002C1DF2">
            <w:pPr>
              <w:spacing w:after="0" w:line="360" w:lineRule="auto"/>
              <w:rPr>
                <w:rFonts w:ascii="楷体" w:eastAsia="楷体" w:hAnsi="楷体" w:cs="Calibri"/>
                <w:b/>
                <w:sz w:val="28"/>
                <w:szCs w:val="28"/>
              </w:rPr>
            </w:pPr>
            <w:r>
              <w:rPr>
                <w:rFonts w:ascii="楷体" w:eastAsia="楷体" w:hAnsi="楷体" w:cs="Calibri" w:hint="eastAsia"/>
                <w:b/>
                <w:sz w:val="28"/>
                <w:szCs w:val="28"/>
              </w:rPr>
              <w:t>6</w:t>
            </w:r>
          </w:p>
        </w:tc>
        <w:tc>
          <w:tcPr>
            <w:tcW w:w="1134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AE12F1" w:rsidRDefault="00806F28" w:rsidP="002C1DF2">
            <w:pPr>
              <w:spacing w:after="0" w:line="360" w:lineRule="auto"/>
              <w:rPr>
                <w:rFonts w:ascii="楷体" w:eastAsia="楷体" w:hAnsi="楷体" w:hint="eastAsia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15分20秒,Sheldon客厅，圣盛餐之后，Sheldon表示要休息了，要求两人保持安静</w:t>
            </w:r>
          </w:p>
        </w:tc>
      </w:tr>
      <w:tr w:rsidR="002D6A94" w:rsidRPr="00B5331B" w:rsidTr="00FA5420">
        <w:trPr>
          <w:trHeight w:val="261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2D6A94" w:rsidRPr="007378D8" w:rsidRDefault="002D6A94" w:rsidP="002C1DF2">
            <w:pPr>
              <w:spacing w:after="0" w:line="360" w:lineRule="auto"/>
              <w:jc w:val="both"/>
              <w:rPr>
                <w:rFonts w:ascii="楷体" w:eastAsia="楷体" w:hAnsi="楷体"/>
                <w:b/>
                <w:sz w:val="28"/>
                <w:szCs w:val="28"/>
              </w:rPr>
            </w:pPr>
            <w:r w:rsidRPr="007378D8">
              <w:rPr>
                <w:rFonts w:ascii="楷体" w:eastAsia="楷体" w:hAnsi="楷体" w:hint="eastAsia"/>
                <w:b/>
                <w:sz w:val="28"/>
                <w:szCs w:val="28"/>
              </w:rPr>
              <w:t>正文</w:t>
            </w:r>
          </w:p>
        </w:tc>
        <w:tc>
          <w:tcPr>
            <w:tcW w:w="1260" w:type="dxa"/>
          </w:tcPr>
          <w:p w:rsidR="002D6A94" w:rsidRPr="00F2209E" w:rsidRDefault="00A863AE" w:rsidP="002C1DF2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 w:rsidRPr="00F2209E">
              <w:rPr>
                <w:rFonts w:ascii="Arial" w:eastAsia="微软雅黑" w:hAnsi="Arial" w:cs="Arial"/>
                <w:sz w:val="28"/>
                <w:szCs w:val="28"/>
              </w:rPr>
              <w:t>Sheldon:</w:t>
            </w:r>
          </w:p>
        </w:tc>
        <w:tc>
          <w:tcPr>
            <w:tcW w:w="7470" w:type="dxa"/>
            <w:gridSpan w:val="2"/>
          </w:tcPr>
          <w:p w:rsidR="00A863AE" w:rsidRPr="00F2209E" w:rsidRDefault="00A863AE" w:rsidP="00A863AE">
            <w:pPr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>it is now past 10:00 p. m. Per our roommate agreement,</w:t>
            </w:r>
          </w:p>
          <w:p w:rsidR="00A863AE" w:rsidRPr="00F2209E" w:rsidRDefault="00A863AE" w:rsidP="00A863AE">
            <w:pPr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 xml:space="preserve">kindly </w:t>
            </w:r>
            <w:r w:rsidRPr="00F2209E">
              <w:rPr>
                <w:rFonts w:ascii="Arial" w:hAnsi="Arial" w:cs="Arial"/>
                <w:b/>
                <w:sz w:val="28"/>
                <w:szCs w:val="28"/>
              </w:rPr>
              <w:t>refrain from</w:t>
            </w:r>
            <w:r w:rsidRPr="00F2209E">
              <w:rPr>
                <w:rFonts w:ascii="Arial" w:hAnsi="Arial" w:cs="Arial"/>
                <w:sz w:val="28"/>
                <w:szCs w:val="28"/>
              </w:rPr>
              <w:t xml:space="preserve"> raucous laughter, clinking of glasses,</w:t>
            </w:r>
          </w:p>
          <w:p w:rsidR="002D6A94" w:rsidRPr="00F2209E" w:rsidRDefault="00A863AE" w:rsidP="00A863AE">
            <w:pPr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>and celebratory gunfire.</w:t>
            </w:r>
          </w:p>
        </w:tc>
      </w:tr>
      <w:tr w:rsidR="002D6A94" w:rsidRPr="00B5331B" w:rsidTr="00FA5420">
        <w:trPr>
          <w:trHeight w:val="126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2D6A94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 xml:space="preserve"> </w:t>
            </w:r>
            <w:r w:rsidR="00A863AE">
              <w:rPr>
                <w:rFonts w:ascii="Arial" w:eastAsia="微软雅黑" w:hAnsi="Arial" w:cs="Arial"/>
                <w:b/>
                <w:bCs/>
                <w:sz w:val="28"/>
                <w:szCs w:val="28"/>
              </w:rPr>
              <w:t>R</w:t>
            </w:r>
            <w:r w:rsidR="00A863AE"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>efrain from</w:t>
            </w:r>
            <w:r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 xml:space="preserve"> </w:t>
            </w:r>
          </w:p>
          <w:p w:rsidR="002D6A94" w:rsidRDefault="002D6A94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  <w:p w:rsidR="002D6A94" w:rsidRPr="007378D8" w:rsidRDefault="002D6A94" w:rsidP="002C1DF2">
            <w:pPr>
              <w:spacing w:after="0" w:line="360" w:lineRule="auto"/>
              <w:ind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76923C" w:themeColor="accent3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76923C" w:themeColor="accent3" w:themeShade="BF"/>
                <w:sz w:val="28"/>
                <w:szCs w:val="28"/>
              </w:rPr>
              <w:t>讲解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FA5420" w:rsidP="002C1DF2">
            <w:pPr>
              <w:spacing w:after="0" w:line="360" w:lineRule="auto"/>
              <w:ind w:left="-80"/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避免做某事</w:t>
            </w:r>
          </w:p>
        </w:tc>
      </w:tr>
      <w:tr w:rsidR="002D6A94" w:rsidRPr="00B5331B" w:rsidTr="00FA5420">
        <w:trPr>
          <w:trHeight w:val="333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 w:hanging="5"/>
              <w:jc w:val="both"/>
              <w:rPr>
                <w:rFonts w:ascii="楷体" w:eastAsia="楷体" w:hAnsi="楷体" w:cs="Times New Roman"/>
                <w:b/>
                <w:color w:val="548DD4" w:themeColor="text2" w:themeTint="99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548DD4" w:themeColor="text2" w:themeTint="99"/>
                <w:sz w:val="28"/>
                <w:szCs w:val="28"/>
              </w:rPr>
              <w:t>举例</w:t>
            </w:r>
          </w:p>
        </w:tc>
        <w:tc>
          <w:tcPr>
            <w:tcW w:w="14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FA5420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Leonard:</w:t>
            </w:r>
          </w:p>
          <w:p w:rsidR="00FA5420" w:rsidRPr="000D1C31" w:rsidRDefault="00FA5420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Priya:</w:t>
            </w:r>
          </w:p>
        </w:tc>
        <w:tc>
          <w:tcPr>
            <w:tcW w:w="7290" w:type="dxa"/>
          </w:tcPr>
          <w:p w:rsidR="002D6A94" w:rsidRDefault="00806F28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刚才和你爸妈那进展的不错，是吧~</w:t>
            </w:r>
          </w:p>
          <w:p w:rsidR="00806F28" w:rsidRPr="000D1C31" w:rsidRDefault="00FA5420" w:rsidP="002C1DF2">
            <w:pPr>
              <w:spacing w:after="0" w:line="360" w:lineRule="auto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你要是没有像刚才那样打断我们的视频通话的话，我会比较感谢你的。</w:t>
            </w:r>
          </w:p>
        </w:tc>
      </w:tr>
      <w:tr w:rsidR="002D6A94" w:rsidRPr="00B5331B" w:rsidTr="00FA5420">
        <w:trPr>
          <w:trHeight w:val="198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jc w:val="both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395C1E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Leonard:</w:t>
            </w:r>
          </w:p>
          <w:p w:rsidR="00395C1E" w:rsidRPr="007378D8" w:rsidRDefault="00395C1E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Priya:</w:t>
            </w:r>
          </w:p>
        </w:tc>
        <w:tc>
          <w:tcPr>
            <w:tcW w:w="7290" w:type="dxa"/>
          </w:tcPr>
          <w:p w:rsidR="002D6A94" w:rsidRDefault="00A863AE" w:rsidP="00A863AE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So that went well with your parents there, huh?</w:t>
            </w:r>
          </w:p>
          <w:p w:rsidR="00A863AE" w:rsidRPr="007378D8" w:rsidRDefault="00A863AE" w:rsidP="00395C1E">
            <w:pPr>
              <w:spacing w:after="0" w:line="360" w:lineRule="auto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I would really appreciate if you </w:t>
            </w:r>
            <w:r w:rsidR="00395C1E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had </w:t>
            </w:r>
            <w:r w:rsidRPr="00395C1E">
              <w:rPr>
                <w:rFonts w:ascii="Arial" w:eastAsia="微软雅黑" w:hAnsi="Arial" w:cs="Arial" w:hint="eastAsia"/>
                <w:b/>
                <w:color w:val="548DD4" w:themeColor="text2" w:themeTint="99"/>
                <w:sz w:val="28"/>
                <w:szCs w:val="28"/>
              </w:rPr>
              <w:t>refrain</w:t>
            </w:r>
            <w:r w:rsidR="00395C1E" w:rsidRPr="00395C1E">
              <w:rPr>
                <w:rFonts w:ascii="Arial" w:eastAsia="微软雅黑" w:hAnsi="Arial" w:cs="Arial" w:hint="eastAsia"/>
                <w:b/>
                <w:color w:val="548DD4" w:themeColor="text2" w:themeTint="99"/>
                <w:sz w:val="28"/>
                <w:szCs w:val="28"/>
              </w:rPr>
              <w:t>ed</w:t>
            </w:r>
            <w:r w:rsidRPr="00395C1E">
              <w:rPr>
                <w:rFonts w:ascii="Arial" w:eastAsia="微软雅黑" w:hAnsi="Arial" w:cs="Arial" w:hint="eastAsia"/>
                <w:b/>
                <w:color w:val="548DD4" w:themeColor="text2" w:themeTint="99"/>
                <w:sz w:val="28"/>
                <w:szCs w:val="28"/>
              </w:rPr>
              <w:t xml:space="preserve"> from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jumping in like that. </w:t>
            </w:r>
          </w:p>
        </w:tc>
      </w:tr>
      <w:tr w:rsidR="002D6A94" w:rsidRPr="00B5331B" w:rsidTr="00FA5420">
        <w:trPr>
          <w:trHeight w:val="585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类似</w:t>
            </w:r>
          </w:p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表达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395C1E" w:rsidRDefault="002D6A94" w:rsidP="002C1DF2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-</w:t>
            </w:r>
            <w:r w:rsidR="00395C1E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withhold on raucous laughter, </w:t>
            </w:r>
            <w:r w:rsidR="00395C1E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…</w:t>
            </w:r>
          </w:p>
          <w:p w:rsidR="00395C1E" w:rsidRDefault="00395C1E" w:rsidP="002C1DF2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-keep a hold on raucous laughter,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…</w:t>
            </w:r>
          </w:p>
          <w:p w:rsidR="0068741D" w:rsidRDefault="0068741D" w:rsidP="0068741D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-keep yourselves from laugthing, clnking glasses, or opening</w:t>
            </w:r>
          </w:p>
          <w:p w:rsidR="002D6A94" w:rsidRPr="007378D8" w:rsidRDefault="0068741D" w:rsidP="0068741D">
            <w:pPr>
              <w:spacing w:after="0" w:line="360" w:lineRule="auto"/>
              <w:ind w:left="-80"/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 celebratory gunfires.</w:t>
            </w:r>
            <w:r w:rsidR="002D6A94"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br/>
            </w:r>
          </w:p>
        </w:tc>
      </w:tr>
    </w:tbl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tbl>
      <w:tblPr>
        <w:tblW w:w="11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5"/>
        <w:gridCol w:w="1895"/>
        <w:gridCol w:w="720"/>
        <w:gridCol w:w="1260"/>
        <w:gridCol w:w="7470"/>
      </w:tblGrid>
      <w:tr w:rsidR="002D6A94" w:rsidRPr="00B5331B" w:rsidTr="008332A5">
        <w:trPr>
          <w:trHeight w:val="225"/>
        </w:trPr>
        <w:tc>
          <w:tcPr>
            <w:tcW w:w="34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FA5420" w:rsidP="002C1DF2">
            <w:pPr>
              <w:spacing w:after="0" w:line="360" w:lineRule="auto"/>
              <w:rPr>
                <w:rFonts w:ascii="楷体" w:eastAsia="楷体" w:hAnsi="楷体" w:cs="Calibri"/>
                <w:b/>
                <w:sz w:val="28"/>
                <w:szCs w:val="28"/>
              </w:rPr>
            </w:pPr>
            <w:r>
              <w:rPr>
                <w:rFonts w:ascii="楷体" w:eastAsia="楷体" w:hAnsi="楷体" w:cs="Calibri" w:hint="eastAsia"/>
                <w:b/>
                <w:sz w:val="28"/>
                <w:szCs w:val="28"/>
              </w:rPr>
              <w:t>7</w:t>
            </w:r>
          </w:p>
        </w:tc>
        <w:tc>
          <w:tcPr>
            <w:tcW w:w="11345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AE12F1" w:rsidRDefault="00FA5420" w:rsidP="002C1DF2">
            <w:pPr>
              <w:spacing w:after="0" w:line="360" w:lineRule="auto"/>
              <w:rPr>
                <w:rFonts w:ascii="楷体" w:eastAsia="楷体" w:hAnsi="楷体" w:hint="eastAsia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5分40秒，Sheldon家，Sheldon和Amy视频聊天，Sheldon脖子疼</w:t>
            </w:r>
          </w:p>
        </w:tc>
      </w:tr>
      <w:tr w:rsidR="002D6A94" w:rsidRPr="00B5331B" w:rsidTr="008332A5">
        <w:trPr>
          <w:trHeight w:val="261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2D6A94" w:rsidRPr="007378D8" w:rsidRDefault="002D6A94" w:rsidP="002C1DF2">
            <w:pPr>
              <w:spacing w:after="0" w:line="360" w:lineRule="auto"/>
              <w:jc w:val="both"/>
              <w:rPr>
                <w:rFonts w:ascii="楷体" w:eastAsia="楷体" w:hAnsi="楷体"/>
                <w:b/>
                <w:sz w:val="28"/>
                <w:szCs w:val="28"/>
              </w:rPr>
            </w:pPr>
            <w:r w:rsidRPr="007378D8">
              <w:rPr>
                <w:rFonts w:ascii="楷体" w:eastAsia="楷体" w:hAnsi="楷体" w:hint="eastAsia"/>
                <w:b/>
                <w:sz w:val="28"/>
                <w:szCs w:val="28"/>
              </w:rPr>
              <w:t>正文</w:t>
            </w:r>
          </w:p>
        </w:tc>
        <w:tc>
          <w:tcPr>
            <w:tcW w:w="1260" w:type="dxa"/>
          </w:tcPr>
          <w:p w:rsidR="002D6A94" w:rsidRPr="00F2209E" w:rsidRDefault="00B77EB7" w:rsidP="00B77EB7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 w:rsidRPr="00F2209E">
              <w:rPr>
                <w:rFonts w:ascii="Arial" w:eastAsia="微软雅黑" w:hAnsi="Arial" w:cs="Arial"/>
                <w:sz w:val="28"/>
                <w:szCs w:val="28"/>
              </w:rPr>
              <w:t>Amy:</w:t>
            </w:r>
          </w:p>
          <w:p w:rsidR="00B77EB7" w:rsidRPr="00F2209E" w:rsidRDefault="00B77EB7" w:rsidP="00B77EB7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 w:rsidRPr="00F2209E">
              <w:rPr>
                <w:rFonts w:ascii="Arial" w:eastAsia="微软雅黑" w:hAnsi="Arial" w:cs="Arial"/>
                <w:sz w:val="28"/>
                <w:szCs w:val="28"/>
              </w:rPr>
              <w:t>Sheldon:</w:t>
            </w:r>
          </w:p>
        </w:tc>
        <w:tc>
          <w:tcPr>
            <w:tcW w:w="7470" w:type="dxa"/>
          </w:tcPr>
          <w:p w:rsidR="00B77EB7" w:rsidRPr="00F2209E" w:rsidRDefault="00B77EB7" w:rsidP="00B77EB7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>Have you considered massage?</w:t>
            </w:r>
          </w:p>
          <w:p w:rsidR="00B77EB7" w:rsidRPr="00F2209E" w:rsidRDefault="00B77EB7" w:rsidP="00B77EB7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>I</w:t>
            </w:r>
            <w:r w:rsidR="008332A5">
              <w:rPr>
                <w:rFonts w:ascii="Arial" w:hAnsi="Arial" w:cs="Arial"/>
                <w:sz w:val="28"/>
                <w:szCs w:val="28"/>
              </w:rPr>
              <w:t>’</w:t>
            </w:r>
            <w:r w:rsidRPr="00F2209E">
              <w:rPr>
                <w:rFonts w:ascii="Arial" w:hAnsi="Arial" w:cs="Arial"/>
                <w:sz w:val="28"/>
                <w:szCs w:val="28"/>
              </w:rPr>
              <w:t>d like to respond to that sarcastically:</w:t>
            </w:r>
          </w:p>
          <w:p w:rsidR="00B77EB7" w:rsidRPr="00F2209E" w:rsidRDefault="00B77EB7" w:rsidP="00B77EB7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 xml:space="preserve">Yes, I </w:t>
            </w:r>
            <w:r w:rsidRPr="00F2209E">
              <w:rPr>
                <w:rFonts w:ascii="Arial" w:hAnsi="Arial" w:cs="Arial"/>
                <w:b/>
                <w:sz w:val="28"/>
                <w:szCs w:val="28"/>
              </w:rPr>
              <w:t>relish</w:t>
            </w:r>
            <w:r w:rsidRPr="00F2209E">
              <w:rPr>
                <w:rFonts w:ascii="Arial" w:hAnsi="Arial" w:cs="Arial"/>
                <w:sz w:val="28"/>
                <w:szCs w:val="28"/>
              </w:rPr>
              <w:t xml:space="preserve"> the thought of a stranger covering my body</w:t>
            </w:r>
          </w:p>
          <w:p w:rsidR="002D6A94" w:rsidRPr="00F2209E" w:rsidRDefault="00B77EB7" w:rsidP="00B77EB7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>with oil and rubbing it.</w:t>
            </w:r>
          </w:p>
        </w:tc>
      </w:tr>
      <w:tr w:rsidR="002D6A94" w:rsidRPr="00B5331B" w:rsidTr="008332A5">
        <w:trPr>
          <w:trHeight w:val="126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2D6A94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 xml:space="preserve">  </w:t>
            </w:r>
            <w:r w:rsidR="00FA5420">
              <w:rPr>
                <w:rFonts w:ascii="Arial" w:eastAsia="微软雅黑" w:hAnsi="Arial" w:cs="Arial"/>
                <w:b/>
                <w:bCs/>
                <w:sz w:val="28"/>
                <w:szCs w:val="28"/>
              </w:rPr>
              <w:t>R</w:t>
            </w:r>
            <w:r w:rsidR="00FA5420"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>elish</w:t>
            </w:r>
          </w:p>
          <w:p w:rsidR="002D6A94" w:rsidRDefault="002D6A94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  <w:p w:rsidR="002D6A94" w:rsidRPr="007378D8" w:rsidRDefault="002D6A94" w:rsidP="002C1DF2">
            <w:pPr>
              <w:spacing w:after="0" w:line="360" w:lineRule="auto"/>
              <w:ind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76923C" w:themeColor="accent3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76923C" w:themeColor="accent3" w:themeShade="BF"/>
                <w:sz w:val="28"/>
                <w:szCs w:val="28"/>
              </w:rPr>
              <w:t>讲解</w:t>
            </w:r>
          </w:p>
        </w:tc>
        <w:tc>
          <w:tcPr>
            <w:tcW w:w="87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FA5420" w:rsidP="002C1DF2">
            <w:pPr>
              <w:spacing w:after="0" w:line="360" w:lineRule="auto"/>
              <w:ind w:left="-80"/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珍惜，品味，喜欢</w:t>
            </w:r>
          </w:p>
        </w:tc>
      </w:tr>
      <w:tr w:rsidR="002D6A94" w:rsidRPr="00B5331B" w:rsidTr="008332A5">
        <w:trPr>
          <w:trHeight w:val="333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 w:hanging="5"/>
              <w:jc w:val="both"/>
              <w:rPr>
                <w:rFonts w:ascii="楷体" w:eastAsia="楷体" w:hAnsi="楷体" w:cs="Times New Roman"/>
                <w:b/>
                <w:color w:val="548DD4" w:themeColor="text2" w:themeTint="99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548DD4" w:themeColor="text2" w:themeTint="99"/>
                <w:sz w:val="28"/>
                <w:szCs w:val="28"/>
              </w:rPr>
              <w:t>举例</w:t>
            </w: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FA5420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Berni:</w:t>
            </w:r>
          </w:p>
          <w:p w:rsidR="00FA5420" w:rsidRPr="000D1C31" w:rsidRDefault="00FA5420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Howard:</w:t>
            </w:r>
          </w:p>
        </w:tc>
        <w:tc>
          <w:tcPr>
            <w:tcW w:w="7470" w:type="dxa"/>
          </w:tcPr>
          <w:p w:rsidR="002D6A94" w:rsidRDefault="00FA5420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我不懂，我买表买错了吗？</w:t>
            </w:r>
          </w:p>
          <w:p w:rsidR="00FA5420" w:rsidRPr="00FA5420" w:rsidRDefault="00FA5420" w:rsidP="002C1DF2">
            <w:pPr>
              <w:spacing w:after="0" w:line="360" w:lineRule="auto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Berni，我非常喜欢我女朋友给我买一块名贵的手表的这事，但是你将会比我多赚很多钱，额，这可让我比较郁闷</w:t>
            </w:r>
          </w:p>
        </w:tc>
      </w:tr>
      <w:tr w:rsidR="002D6A94" w:rsidRPr="00B5331B" w:rsidTr="008332A5">
        <w:trPr>
          <w:trHeight w:val="198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jc w:val="both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126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B77EB7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Berni:</w:t>
            </w:r>
          </w:p>
          <w:p w:rsidR="00B77EB7" w:rsidRDefault="00B77EB7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</w:p>
          <w:p w:rsidR="00B77EB7" w:rsidRPr="007378D8" w:rsidRDefault="00B77EB7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Howard:</w:t>
            </w:r>
          </w:p>
        </w:tc>
        <w:tc>
          <w:tcPr>
            <w:tcW w:w="7470" w:type="dxa"/>
          </w:tcPr>
          <w:p w:rsidR="002D6A94" w:rsidRDefault="00D372E3" w:rsidP="002C1DF2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I don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t understand. Did 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I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do something wrong about buying a watch?</w:t>
            </w:r>
          </w:p>
          <w:p w:rsidR="00D372E3" w:rsidRPr="007378D8" w:rsidRDefault="00D372E3" w:rsidP="00B77EB7">
            <w:pPr>
              <w:spacing w:after="0" w:line="360" w:lineRule="auto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Look, Berni. 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A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s much as I </w:t>
            </w:r>
            <w:r w:rsidRPr="00B77EB7">
              <w:rPr>
                <w:rFonts w:ascii="Arial" w:eastAsia="微软雅黑" w:hAnsi="Arial" w:cs="Arial" w:hint="eastAsia"/>
                <w:b/>
                <w:color w:val="548DD4" w:themeColor="text2" w:themeTint="99"/>
                <w:sz w:val="28"/>
                <w:szCs w:val="28"/>
              </w:rPr>
              <w:t>relish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the</w:t>
            </w:r>
            <w:r w:rsidR="00B77EB7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idea of my girl friend buying me a fancy gift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, it </w:t>
            </w:r>
            <w:r w:rsidR="00B77EB7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really 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bugs me </w:t>
            </w:r>
            <w:r w:rsidR="00B77EB7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that you are gonna make a lot more money that I do.</w:t>
            </w:r>
          </w:p>
        </w:tc>
      </w:tr>
      <w:tr w:rsidR="002D6A94" w:rsidRPr="00B5331B" w:rsidTr="008332A5">
        <w:trPr>
          <w:trHeight w:val="585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类似</w:t>
            </w:r>
          </w:p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表达</w:t>
            </w:r>
          </w:p>
        </w:tc>
        <w:tc>
          <w:tcPr>
            <w:tcW w:w="87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F2209E" w:rsidRDefault="002D6A94" w:rsidP="00F2209E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-</w:t>
            </w:r>
            <w:r w:rsidR="00B77EB7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I really </w:t>
            </w:r>
            <w:r w:rsidR="00B77EB7" w:rsidRPr="00F2209E">
              <w:rPr>
                <w:rFonts w:ascii="Arial" w:eastAsia="微软雅黑" w:hAnsi="Arial" w:cs="Arial" w:hint="eastAsia"/>
                <w:b/>
                <w:color w:val="E36C0A" w:themeColor="accent6" w:themeShade="BF"/>
                <w:sz w:val="28"/>
                <w:szCs w:val="28"/>
              </w:rPr>
              <w:t>savor</w:t>
            </w:r>
            <w:r w:rsidR="00B77EB7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</w:t>
            </w:r>
            <w:r w:rsidR="00F2209E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a massage where a stranger would rub my body</w:t>
            </w:r>
          </w:p>
          <w:p w:rsidR="002D6A94" w:rsidRDefault="00F2209E" w:rsidP="00F2209E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 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C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ontinuously for 2 hours.</w:t>
            </w:r>
            <w:r w:rsidR="002D6A94"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br/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- I </w:t>
            </w:r>
            <w:r w:rsidRPr="00F2209E">
              <w:rPr>
                <w:rFonts w:ascii="Arial" w:eastAsia="微软雅黑" w:hAnsi="Arial" w:cs="Arial" w:hint="eastAsia"/>
                <w:b/>
                <w:color w:val="E36C0A" w:themeColor="accent6" w:themeShade="BF"/>
                <w:sz w:val="28"/>
                <w:szCs w:val="28"/>
              </w:rPr>
              <w:t>appreciate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the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watch. I do, but...</w:t>
            </w:r>
          </w:p>
          <w:p w:rsidR="00F2209E" w:rsidRDefault="00F2209E" w:rsidP="00F2209E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-Berni, I assure you I </w:t>
            </w:r>
            <w:r w:rsidRPr="00F2209E">
              <w:rPr>
                <w:rFonts w:ascii="Arial" w:eastAsia="微软雅黑" w:hAnsi="Arial" w:cs="Arial" w:hint="eastAsia"/>
                <w:b/>
                <w:color w:val="E36C0A" w:themeColor="accent6" w:themeShade="BF"/>
                <w:sz w:val="28"/>
                <w:szCs w:val="28"/>
              </w:rPr>
              <w:t>take great delight in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receiving this gift, in the</w:t>
            </w:r>
          </w:p>
          <w:p w:rsidR="00F2209E" w:rsidRPr="007378D8" w:rsidRDefault="00F2209E" w:rsidP="00F2209E">
            <w:pPr>
              <w:spacing w:after="0" w:line="360" w:lineRule="auto"/>
              <w:ind w:left="-80"/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 mean time you gotta to understand how this emasculates my already fragile manhood.</w:t>
            </w:r>
          </w:p>
        </w:tc>
      </w:tr>
    </w:tbl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tbl>
      <w:tblPr>
        <w:tblW w:w="11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5"/>
        <w:gridCol w:w="1895"/>
        <w:gridCol w:w="720"/>
        <w:gridCol w:w="2070"/>
        <w:gridCol w:w="6660"/>
      </w:tblGrid>
      <w:tr w:rsidR="002D6A94" w:rsidRPr="00B5331B" w:rsidTr="00FA5420">
        <w:trPr>
          <w:trHeight w:val="225"/>
        </w:trPr>
        <w:tc>
          <w:tcPr>
            <w:tcW w:w="34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FA5420" w:rsidP="002C1DF2">
            <w:pPr>
              <w:spacing w:after="0" w:line="360" w:lineRule="auto"/>
              <w:rPr>
                <w:rFonts w:ascii="楷体" w:eastAsia="楷体" w:hAnsi="楷体" w:cs="Calibri"/>
                <w:b/>
                <w:sz w:val="28"/>
                <w:szCs w:val="28"/>
              </w:rPr>
            </w:pPr>
            <w:r>
              <w:rPr>
                <w:rFonts w:ascii="楷体" w:eastAsia="楷体" w:hAnsi="楷体" w:cs="Calibri" w:hint="eastAsia"/>
                <w:b/>
                <w:sz w:val="28"/>
                <w:szCs w:val="28"/>
              </w:rPr>
              <w:t>8</w:t>
            </w:r>
          </w:p>
        </w:tc>
        <w:tc>
          <w:tcPr>
            <w:tcW w:w="11345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AE12F1" w:rsidRDefault="00FA5420" w:rsidP="002C1DF2">
            <w:pPr>
              <w:spacing w:after="0" w:line="360" w:lineRule="auto"/>
              <w:rPr>
                <w:rFonts w:ascii="楷体" w:eastAsia="楷体" w:hAnsi="楷体" w:hint="eastAsia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4分40秒，Howard家门口，Raj求宿一夜</w:t>
            </w:r>
          </w:p>
        </w:tc>
      </w:tr>
      <w:tr w:rsidR="002D6A94" w:rsidRPr="00B5331B" w:rsidTr="00FA5420">
        <w:trPr>
          <w:trHeight w:val="2097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2D6A94" w:rsidRPr="007378D8" w:rsidRDefault="002D6A94" w:rsidP="00F2209E">
            <w:pPr>
              <w:spacing w:after="0" w:line="360" w:lineRule="auto"/>
              <w:jc w:val="both"/>
              <w:rPr>
                <w:rFonts w:ascii="楷体" w:eastAsia="楷体" w:hAnsi="楷体"/>
                <w:b/>
                <w:sz w:val="28"/>
                <w:szCs w:val="28"/>
              </w:rPr>
            </w:pPr>
            <w:r w:rsidRPr="007378D8">
              <w:rPr>
                <w:rFonts w:ascii="楷体" w:eastAsia="楷体" w:hAnsi="楷体" w:hint="eastAsia"/>
                <w:b/>
                <w:sz w:val="28"/>
                <w:szCs w:val="28"/>
              </w:rPr>
              <w:t>正文</w:t>
            </w:r>
          </w:p>
        </w:tc>
        <w:tc>
          <w:tcPr>
            <w:tcW w:w="2070" w:type="dxa"/>
          </w:tcPr>
          <w:p w:rsidR="002D6A94" w:rsidRPr="00F2209E" w:rsidRDefault="00F2209E" w:rsidP="00F2209E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 w:rsidRPr="00F2209E">
              <w:rPr>
                <w:rFonts w:ascii="Arial" w:eastAsia="微软雅黑" w:hAnsi="Arial" w:cs="Arial"/>
                <w:sz w:val="28"/>
                <w:szCs w:val="28"/>
              </w:rPr>
              <w:t>Howard’s Mum:</w:t>
            </w:r>
          </w:p>
          <w:p w:rsidR="00F2209E" w:rsidRPr="00F2209E" w:rsidRDefault="00F2209E" w:rsidP="00F2209E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 w:rsidRPr="00F2209E">
              <w:rPr>
                <w:rFonts w:ascii="Arial" w:eastAsia="微软雅黑" w:hAnsi="Arial" w:cs="Arial"/>
                <w:sz w:val="28"/>
                <w:szCs w:val="28"/>
              </w:rPr>
              <w:t>Raj:</w:t>
            </w:r>
          </w:p>
          <w:p w:rsidR="00F2209E" w:rsidRPr="00F2209E" w:rsidRDefault="00F2209E" w:rsidP="00F2209E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 w:rsidRPr="00F2209E">
              <w:rPr>
                <w:rFonts w:ascii="Arial" w:eastAsia="微软雅黑" w:hAnsi="Arial" w:cs="Arial"/>
                <w:sz w:val="28"/>
                <w:szCs w:val="28"/>
              </w:rPr>
              <w:t>Howard:</w:t>
            </w:r>
          </w:p>
        </w:tc>
        <w:tc>
          <w:tcPr>
            <w:tcW w:w="6660" w:type="dxa"/>
          </w:tcPr>
          <w:p w:rsidR="00F2209E" w:rsidRPr="00F2209E" w:rsidRDefault="00F2209E" w:rsidP="00F2209E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>Of course, he and I can play doctor!</w:t>
            </w:r>
          </w:p>
          <w:p w:rsidR="00F2209E" w:rsidRPr="00F2209E" w:rsidRDefault="00F2209E" w:rsidP="00F2209E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>She</w:t>
            </w:r>
            <w:r w:rsidR="008332A5">
              <w:rPr>
                <w:rFonts w:ascii="Arial" w:hAnsi="Arial" w:cs="Arial"/>
                <w:sz w:val="28"/>
                <w:szCs w:val="28"/>
              </w:rPr>
              <w:t>’</w:t>
            </w:r>
            <w:r w:rsidRPr="00F2209E">
              <w:rPr>
                <w:rFonts w:ascii="Arial" w:hAnsi="Arial" w:cs="Arial"/>
                <w:sz w:val="28"/>
                <w:szCs w:val="28"/>
              </w:rPr>
              <w:t>s kidding, right?</w:t>
            </w:r>
          </w:p>
          <w:p w:rsidR="00F2209E" w:rsidRPr="00F2209E" w:rsidRDefault="00F2209E" w:rsidP="00F2209E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>I don</w:t>
            </w:r>
            <w:r w:rsidR="008332A5">
              <w:rPr>
                <w:rFonts w:ascii="Arial" w:hAnsi="Arial" w:cs="Arial"/>
                <w:sz w:val="28"/>
                <w:szCs w:val="28"/>
              </w:rPr>
              <w:t>’</w:t>
            </w:r>
            <w:r w:rsidRPr="00F2209E">
              <w:rPr>
                <w:rFonts w:ascii="Arial" w:hAnsi="Arial" w:cs="Arial"/>
                <w:sz w:val="28"/>
                <w:szCs w:val="28"/>
              </w:rPr>
              <w:t>t know, she</w:t>
            </w:r>
            <w:r w:rsidR="008332A5">
              <w:rPr>
                <w:rFonts w:ascii="Arial" w:hAnsi="Arial" w:cs="Arial"/>
                <w:sz w:val="28"/>
                <w:szCs w:val="28"/>
              </w:rPr>
              <w:t>’</w:t>
            </w:r>
            <w:r w:rsidRPr="00F2209E">
              <w:rPr>
                <w:rFonts w:ascii="Arial" w:hAnsi="Arial" w:cs="Arial"/>
                <w:sz w:val="28"/>
                <w:szCs w:val="28"/>
              </w:rPr>
              <w:t xml:space="preserve">s pretty </w:t>
            </w:r>
            <w:r w:rsidRPr="00F2209E">
              <w:rPr>
                <w:rFonts w:ascii="Arial" w:hAnsi="Arial" w:cs="Arial"/>
                <w:b/>
                <w:sz w:val="28"/>
                <w:szCs w:val="28"/>
              </w:rPr>
              <w:t>feisty</w:t>
            </w:r>
            <w:r w:rsidRPr="00F2209E">
              <w:rPr>
                <w:rFonts w:ascii="Arial" w:hAnsi="Arial" w:cs="Arial"/>
                <w:sz w:val="28"/>
                <w:szCs w:val="28"/>
              </w:rPr>
              <w:t xml:space="preserve"> since</w:t>
            </w:r>
          </w:p>
          <w:p w:rsidR="002D6A94" w:rsidRPr="00F2209E" w:rsidRDefault="00F2209E" w:rsidP="00F2209E">
            <w:pPr>
              <w:spacing w:after="0" w:line="360" w:lineRule="auto"/>
              <w:rPr>
                <w:rFonts w:ascii="Arial" w:hAnsi="Arial" w:cs="Arial"/>
                <w:sz w:val="28"/>
                <w:szCs w:val="28"/>
              </w:rPr>
            </w:pPr>
            <w:r w:rsidRPr="00F2209E">
              <w:rPr>
                <w:rFonts w:ascii="Arial" w:hAnsi="Arial" w:cs="Arial"/>
                <w:sz w:val="28"/>
                <w:szCs w:val="28"/>
              </w:rPr>
              <w:t>they put her on hormone-replacement therapy.</w:t>
            </w:r>
          </w:p>
        </w:tc>
      </w:tr>
      <w:tr w:rsidR="002D6A94" w:rsidRPr="00B5331B" w:rsidTr="00FA5420">
        <w:trPr>
          <w:trHeight w:val="126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2D6A94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 xml:space="preserve">  </w:t>
            </w:r>
            <w:r w:rsidR="008332A5" w:rsidRPr="00F2209E">
              <w:rPr>
                <w:rFonts w:cs="Arial" w:hint="eastAsia"/>
                <w:b/>
                <w:sz w:val="28"/>
                <w:szCs w:val="28"/>
              </w:rPr>
              <w:t>F</w:t>
            </w:r>
            <w:r w:rsidR="00F2209E" w:rsidRPr="00F2209E">
              <w:rPr>
                <w:rFonts w:cs="Arial"/>
                <w:b/>
                <w:sz w:val="28"/>
                <w:szCs w:val="28"/>
              </w:rPr>
              <w:t>eisty</w:t>
            </w:r>
          </w:p>
          <w:p w:rsidR="002D6A94" w:rsidRDefault="002D6A94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  <w:p w:rsidR="002D6A94" w:rsidRPr="007378D8" w:rsidRDefault="002D6A94" w:rsidP="002C1DF2">
            <w:pPr>
              <w:spacing w:after="0" w:line="360" w:lineRule="auto"/>
              <w:ind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76923C" w:themeColor="accent3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76923C" w:themeColor="accent3" w:themeShade="BF"/>
                <w:sz w:val="28"/>
                <w:szCs w:val="28"/>
              </w:rPr>
              <w:t>讲解</w:t>
            </w:r>
          </w:p>
        </w:tc>
        <w:tc>
          <w:tcPr>
            <w:tcW w:w="87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FA5420" w:rsidP="002C1DF2">
            <w:pPr>
              <w:spacing w:after="0" w:line="360" w:lineRule="auto"/>
              <w:ind w:left="-80"/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生气的，容易生气的</w:t>
            </w:r>
          </w:p>
        </w:tc>
      </w:tr>
      <w:tr w:rsidR="002D6A94" w:rsidRPr="00B5331B" w:rsidTr="00FA5420">
        <w:trPr>
          <w:trHeight w:val="333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 w:hanging="5"/>
              <w:jc w:val="both"/>
              <w:rPr>
                <w:rFonts w:ascii="楷体" w:eastAsia="楷体" w:hAnsi="楷体" w:cs="Times New Roman"/>
                <w:b/>
                <w:color w:val="548DD4" w:themeColor="text2" w:themeTint="99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548DD4" w:themeColor="text2" w:themeTint="99"/>
                <w:sz w:val="28"/>
                <w:szCs w:val="28"/>
              </w:rPr>
              <w:t>举例</w:t>
            </w: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0D1C31" w:rsidRDefault="00FA5420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Berni:</w:t>
            </w:r>
          </w:p>
        </w:tc>
        <w:tc>
          <w:tcPr>
            <w:tcW w:w="6660" w:type="dxa"/>
          </w:tcPr>
          <w:p w:rsidR="002D6A94" w:rsidRPr="000D1C31" w:rsidRDefault="00FA5420" w:rsidP="002C1DF2">
            <w:pPr>
              <w:spacing w:after="0" w:line="360" w:lineRule="auto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Howard，我不是一个容易动怒总喜欢吵架的女人，但是你因为自己没有好工作，没有PhD而冲我发火实在是太不公平了。</w:t>
            </w:r>
          </w:p>
        </w:tc>
      </w:tr>
      <w:tr w:rsidR="002D6A94" w:rsidRPr="00B5331B" w:rsidTr="00FA5420">
        <w:trPr>
          <w:trHeight w:val="198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jc w:val="both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207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C1DF2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Berni:</w:t>
            </w:r>
          </w:p>
        </w:tc>
        <w:tc>
          <w:tcPr>
            <w:tcW w:w="6660" w:type="dxa"/>
          </w:tcPr>
          <w:p w:rsidR="002D6A94" w:rsidRPr="007378D8" w:rsidRDefault="002C1DF2" w:rsidP="002C1DF2">
            <w:pPr>
              <w:spacing w:after="0" w:line="360" w:lineRule="auto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Howard, I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m not a </w:t>
            </w:r>
            <w:r w:rsidRPr="002C1DF2">
              <w:rPr>
                <w:rFonts w:ascii="Arial" w:eastAsia="微软雅黑" w:hAnsi="Arial" w:cs="Arial" w:hint="eastAsia"/>
                <w:b/>
                <w:color w:val="548DD4" w:themeColor="text2" w:themeTint="99"/>
                <w:sz w:val="28"/>
                <w:szCs w:val="28"/>
              </w:rPr>
              <w:t>fesity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little woman who likes to pick fights, but it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s really unfair for you to be lash out on me for your lack of a PhD or a well-paid job.</w:t>
            </w:r>
          </w:p>
        </w:tc>
      </w:tr>
      <w:tr w:rsidR="002D6A94" w:rsidRPr="00B5331B" w:rsidTr="00FA5420">
        <w:trPr>
          <w:trHeight w:val="585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类似</w:t>
            </w:r>
          </w:p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表达</w:t>
            </w:r>
          </w:p>
        </w:tc>
        <w:tc>
          <w:tcPr>
            <w:tcW w:w="873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C1DF2" w:rsidRDefault="002D6A94" w:rsidP="002C1DF2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-</w:t>
            </w:r>
            <w:r w:rsidR="002C1DF2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she</w:t>
            </w:r>
            <w:r w:rsidR="002C1DF2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 w:rsidR="002C1DF2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s an old </w:t>
            </w:r>
            <w:r w:rsidR="002C1DF2" w:rsidRPr="002C1DF2">
              <w:rPr>
                <w:rFonts w:ascii="Arial" w:eastAsia="微软雅黑" w:hAnsi="Arial" w:cs="Arial" w:hint="eastAsia"/>
                <w:b/>
                <w:color w:val="E36C0A" w:themeColor="accent6" w:themeShade="BF"/>
                <w:sz w:val="28"/>
                <w:szCs w:val="28"/>
              </w:rPr>
              <w:t>cantankerous</w:t>
            </w:r>
            <w:r w:rsidR="002C1DF2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lady these days.</w:t>
            </w:r>
          </w:p>
          <w:p w:rsidR="002C1DF2" w:rsidRDefault="002C1DF2" w:rsidP="002C1DF2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 xml:space="preserve"> 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-She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s pretty </w:t>
            </w:r>
            <w:r w:rsidRPr="002C1DF2">
              <w:rPr>
                <w:rFonts w:ascii="Arial" w:eastAsia="微软雅黑" w:hAnsi="Arial" w:cs="Arial" w:hint="eastAsia"/>
                <w:b/>
                <w:color w:val="E36C0A" w:themeColor="accent6" w:themeShade="BF"/>
                <w:sz w:val="28"/>
                <w:szCs w:val="28"/>
              </w:rPr>
              <w:t>crabby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today.</w:t>
            </w:r>
          </w:p>
          <w:p w:rsidR="002D6A94" w:rsidRPr="007378D8" w:rsidRDefault="002C1DF2" w:rsidP="002C1DF2">
            <w:pPr>
              <w:spacing w:after="0" w:line="360" w:lineRule="auto"/>
              <w:ind w:left="-80"/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- </w:t>
            </w:r>
            <w:r w:rsidRPr="002C1DF2">
              <w:rPr>
                <w:rFonts w:ascii="Arial" w:eastAsia="微软雅黑" w:hAnsi="Arial" w:cs="Arial" w:hint="eastAsia"/>
                <w:b/>
                <w:color w:val="E36C0A" w:themeColor="accent6" w:themeShade="BF"/>
                <w:sz w:val="28"/>
                <w:szCs w:val="28"/>
              </w:rPr>
              <w:t>ill-tempered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seems to be her motto these days.</w:t>
            </w:r>
          </w:p>
        </w:tc>
      </w:tr>
    </w:tbl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FA5420" w:rsidRDefault="00FA5420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tbl>
      <w:tblPr>
        <w:tblW w:w="11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0"/>
        <w:gridCol w:w="1890"/>
        <w:gridCol w:w="720"/>
        <w:gridCol w:w="1260"/>
        <w:gridCol w:w="180"/>
        <w:gridCol w:w="7290"/>
      </w:tblGrid>
      <w:tr w:rsidR="002D6A94" w:rsidRPr="00B5331B" w:rsidTr="008332A5">
        <w:trPr>
          <w:trHeight w:val="225"/>
        </w:trPr>
        <w:tc>
          <w:tcPr>
            <w:tcW w:w="350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FA5420" w:rsidP="002C1DF2">
            <w:pPr>
              <w:spacing w:after="0" w:line="360" w:lineRule="auto"/>
              <w:rPr>
                <w:rFonts w:ascii="楷体" w:eastAsia="楷体" w:hAnsi="楷体" w:cs="Calibri"/>
                <w:b/>
                <w:sz w:val="28"/>
                <w:szCs w:val="28"/>
              </w:rPr>
            </w:pPr>
            <w:r>
              <w:rPr>
                <w:rFonts w:ascii="楷体" w:eastAsia="楷体" w:hAnsi="楷体" w:cs="Calibri" w:hint="eastAsia"/>
                <w:b/>
                <w:sz w:val="28"/>
                <w:szCs w:val="28"/>
              </w:rPr>
              <w:t>9</w:t>
            </w:r>
          </w:p>
        </w:tc>
        <w:tc>
          <w:tcPr>
            <w:tcW w:w="11340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AE12F1" w:rsidRDefault="00FA5420" w:rsidP="00FA5420">
            <w:pPr>
              <w:spacing w:after="0" w:line="360" w:lineRule="auto"/>
              <w:rPr>
                <w:rFonts w:ascii="楷体" w:eastAsia="楷体" w:hAnsi="楷体" w:hint="eastAsia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7分30秒，Sheldon家，Raj求宿，S</w:t>
            </w:r>
            <w:r>
              <w:rPr>
                <w:rFonts w:ascii="楷体" w:eastAsia="楷体" w:hAnsi="楷体"/>
                <w:sz w:val="28"/>
                <w:szCs w:val="28"/>
                <w:shd w:val="pct15" w:color="auto" w:fill="FFFFFF"/>
              </w:rPr>
              <w:t>h</w:t>
            </w:r>
            <w:r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eldon要求签署免责协议</w:t>
            </w:r>
          </w:p>
        </w:tc>
      </w:tr>
      <w:tr w:rsidR="002D6A94" w:rsidRPr="00B5331B" w:rsidTr="008332A5">
        <w:trPr>
          <w:trHeight w:val="261"/>
        </w:trPr>
        <w:tc>
          <w:tcPr>
            <w:tcW w:w="35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2D6A94" w:rsidRPr="007378D8" w:rsidRDefault="002D6A94" w:rsidP="002C1DF2">
            <w:pPr>
              <w:spacing w:after="0" w:line="360" w:lineRule="auto"/>
              <w:jc w:val="both"/>
              <w:rPr>
                <w:rFonts w:ascii="楷体" w:eastAsia="楷体" w:hAnsi="楷体"/>
                <w:b/>
                <w:sz w:val="28"/>
                <w:szCs w:val="28"/>
              </w:rPr>
            </w:pPr>
            <w:r w:rsidRPr="007378D8">
              <w:rPr>
                <w:rFonts w:ascii="楷体" w:eastAsia="楷体" w:hAnsi="楷体" w:hint="eastAsia"/>
                <w:b/>
                <w:sz w:val="28"/>
                <w:szCs w:val="28"/>
              </w:rPr>
              <w:t>正文</w:t>
            </w:r>
          </w:p>
        </w:tc>
        <w:tc>
          <w:tcPr>
            <w:tcW w:w="1260" w:type="dxa"/>
          </w:tcPr>
          <w:p w:rsidR="002D6A94" w:rsidRPr="007378D8" w:rsidRDefault="002C1DF2" w:rsidP="002C1DF2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sz w:val="28"/>
                <w:szCs w:val="28"/>
              </w:rPr>
              <w:t>Sheldon:</w:t>
            </w:r>
          </w:p>
        </w:tc>
        <w:tc>
          <w:tcPr>
            <w:tcW w:w="7470" w:type="dxa"/>
            <w:gridSpan w:val="2"/>
          </w:tcPr>
          <w:p w:rsidR="002C1DF2" w:rsidRPr="00C50725" w:rsidRDefault="002C1DF2" w:rsidP="002C1DF2">
            <w:pPr>
              <w:spacing w:after="0" w:line="36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This is a form</w:t>
            </w:r>
            <w:r>
              <w:rPr>
                <w:rFonts w:cs="Arial" w:hint="eastAsia"/>
                <w:sz w:val="28"/>
                <w:szCs w:val="28"/>
              </w:rPr>
              <w:t xml:space="preserve"> </w:t>
            </w:r>
            <w:r w:rsidRPr="002C1DF2">
              <w:rPr>
                <w:rFonts w:cs="Arial"/>
                <w:b/>
                <w:sz w:val="28"/>
                <w:szCs w:val="28"/>
              </w:rPr>
              <w:t>indemnifying</w:t>
            </w:r>
            <w:r w:rsidRPr="00C50725">
              <w:rPr>
                <w:rFonts w:cs="Arial"/>
                <w:sz w:val="28"/>
                <w:szCs w:val="28"/>
              </w:rPr>
              <w:t xml:space="preserve"> me</w:t>
            </w:r>
            <w:r>
              <w:rPr>
                <w:rFonts w:cs="Arial" w:hint="eastAsia"/>
                <w:sz w:val="28"/>
                <w:szCs w:val="28"/>
              </w:rPr>
              <w:t xml:space="preserve"> </w:t>
            </w:r>
            <w:r w:rsidRPr="00C50725">
              <w:rPr>
                <w:rFonts w:cs="Arial"/>
                <w:sz w:val="28"/>
                <w:szCs w:val="28"/>
              </w:rPr>
              <w:t>from your use of</w:t>
            </w:r>
          </w:p>
          <w:p w:rsidR="002D6A94" w:rsidRPr="000519AB" w:rsidRDefault="008332A5" w:rsidP="002C1DF2">
            <w:pPr>
              <w:spacing w:after="0" w:line="360" w:lineRule="auto"/>
              <w:rPr>
                <w:rFonts w:cs="Arial"/>
                <w:sz w:val="28"/>
                <w:szCs w:val="28"/>
              </w:rPr>
            </w:pPr>
            <w:r>
              <w:rPr>
                <w:rFonts w:cs="Arial" w:hint="eastAsia"/>
                <w:sz w:val="28"/>
                <w:szCs w:val="28"/>
              </w:rPr>
              <w:t>“</w:t>
            </w:r>
            <w:r w:rsidR="002C1DF2">
              <w:rPr>
                <w:rFonts w:cs="Arial"/>
                <w:sz w:val="28"/>
                <w:szCs w:val="28"/>
              </w:rPr>
              <w:t>Leonard</w:t>
            </w:r>
            <w:r>
              <w:rPr>
                <w:rFonts w:cs="Arial" w:hint="eastAsia"/>
                <w:sz w:val="28"/>
                <w:szCs w:val="28"/>
              </w:rPr>
              <w:t>’</w:t>
            </w:r>
            <w:r w:rsidR="002C1DF2">
              <w:rPr>
                <w:rFonts w:cs="Arial"/>
                <w:sz w:val="28"/>
                <w:szCs w:val="28"/>
              </w:rPr>
              <w:t xml:space="preserve">s bedroom. </w:t>
            </w:r>
            <w:r>
              <w:rPr>
                <w:rFonts w:cs="Arial" w:hint="eastAsia"/>
                <w:sz w:val="28"/>
                <w:szCs w:val="28"/>
              </w:rPr>
              <w:t>“</w:t>
            </w:r>
            <w:r w:rsidR="002C1DF2">
              <w:rPr>
                <w:rFonts w:cs="Arial" w:hint="eastAsia"/>
                <w:sz w:val="28"/>
                <w:szCs w:val="28"/>
              </w:rPr>
              <w:t xml:space="preserve"> </w:t>
            </w:r>
            <w:r w:rsidR="002C1DF2" w:rsidRPr="00C50725">
              <w:rPr>
                <w:rFonts w:cs="Arial"/>
                <w:sz w:val="28"/>
                <w:szCs w:val="28"/>
              </w:rPr>
              <w:t>Sign here, indicating</w:t>
            </w:r>
            <w:r w:rsidR="002C1DF2">
              <w:rPr>
                <w:rFonts w:cs="Arial" w:hint="eastAsia"/>
                <w:sz w:val="28"/>
                <w:szCs w:val="28"/>
              </w:rPr>
              <w:t xml:space="preserve"> </w:t>
            </w:r>
            <w:r w:rsidR="002C1DF2" w:rsidRPr="00C50725">
              <w:rPr>
                <w:rFonts w:cs="Arial"/>
                <w:sz w:val="28"/>
                <w:szCs w:val="28"/>
              </w:rPr>
              <w:t xml:space="preserve">that I tried </w:t>
            </w:r>
            <w:r w:rsidR="002C1DF2">
              <w:rPr>
                <w:rFonts w:cs="Arial"/>
                <w:sz w:val="28"/>
                <w:szCs w:val="28"/>
              </w:rPr>
              <w:t>to stop you</w:t>
            </w:r>
            <w:r w:rsidR="002C1DF2">
              <w:rPr>
                <w:rFonts w:cs="Arial" w:hint="eastAsia"/>
                <w:sz w:val="28"/>
                <w:szCs w:val="28"/>
              </w:rPr>
              <w:t xml:space="preserve"> </w:t>
            </w:r>
            <w:r w:rsidR="002C1DF2">
              <w:rPr>
                <w:rFonts w:cs="Arial"/>
                <w:sz w:val="28"/>
                <w:szCs w:val="28"/>
              </w:rPr>
              <w:t>and did so using</w:t>
            </w:r>
            <w:r w:rsidR="002C1DF2">
              <w:rPr>
                <w:rFonts w:cs="Arial" w:hint="eastAsia"/>
                <w:sz w:val="28"/>
                <w:szCs w:val="28"/>
              </w:rPr>
              <w:t xml:space="preserve"> </w:t>
            </w:r>
            <w:r w:rsidR="002C1DF2" w:rsidRPr="00C50725">
              <w:rPr>
                <w:rFonts w:cs="Arial"/>
                <w:sz w:val="28"/>
                <w:szCs w:val="28"/>
              </w:rPr>
              <w:t>a stern facial expression.</w:t>
            </w:r>
          </w:p>
        </w:tc>
      </w:tr>
      <w:tr w:rsidR="002D6A94" w:rsidRPr="00B5331B" w:rsidTr="008332A5">
        <w:trPr>
          <w:trHeight w:val="126"/>
        </w:trPr>
        <w:tc>
          <w:tcPr>
            <w:tcW w:w="35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0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Default="002D6A94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 xml:space="preserve"> </w:t>
            </w:r>
            <w:r w:rsidR="002C1DF2"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>Indemnify</w:t>
            </w:r>
          </w:p>
          <w:p w:rsidR="002D6A94" w:rsidRPr="007378D8" w:rsidRDefault="002D6A94" w:rsidP="002C1DF2">
            <w:pPr>
              <w:spacing w:after="0" w:line="360" w:lineRule="auto"/>
              <w:ind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76923C" w:themeColor="accent3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76923C" w:themeColor="accent3" w:themeShade="BF"/>
                <w:sz w:val="28"/>
                <w:szCs w:val="28"/>
              </w:rPr>
              <w:t>讲解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FA5420" w:rsidP="002C1DF2">
            <w:pPr>
              <w:spacing w:after="0" w:line="360" w:lineRule="auto"/>
              <w:ind w:left="-80"/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 xml:space="preserve"> 免除某人的</w:t>
            </w:r>
            <w:r w:rsidR="002F5467"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潜在责任，法律术语</w:t>
            </w:r>
          </w:p>
        </w:tc>
      </w:tr>
      <w:tr w:rsidR="002D6A94" w:rsidRPr="00B5331B" w:rsidTr="008332A5">
        <w:trPr>
          <w:trHeight w:val="684"/>
        </w:trPr>
        <w:tc>
          <w:tcPr>
            <w:tcW w:w="35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 w:hanging="5"/>
              <w:jc w:val="both"/>
              <w:rPr>
                <w:rFonts w:ascii="楷体" w:eastAsia="楷体" w:hAnsi="楷体" w:cs="Times New Roman"/>
                <w:b/>
                <w:color w:val="548DD4" w:themeColor="text2" w:themeTint="99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548DD4" w:themeColor="text2" w:themeTint="99"/>
                <w:sz w:val="28"/>
                <w:szCs w:val="28"/>
              </w:rPr>
              <w:t>举例</w:t>
            </w:r>
          </w:p>
        </w:tc>
        <w:tc>
          <w:tcPr>
            <w:tcW w:w="14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0D1C31" w:rsidRDefault="002F5467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Sheldon:</w:t>
            </w:r>
          </w:p>
        </w:tc>
        <w:tc>
          <w:tcPr>
            <w:tcW w:w="7290" w:type="dxa"/>
          </w:tcPr>
          <w:p w:rsidR="002D6A94" w:rsidRDefault="002F5467" w:rsidP="002F5467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当我签署包裹的时候，我就被United Parcel Service制定为你的替代人，被委托以他们的邮递产品。</w:t>
            </w:r>
          </w:p>
          <w:p w:rsidR="002F5467" w:rsidRDefault="002F5467" w:rsidP="002F5467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我现在需要你表示收到包裹这样我才能</w:t>
            </w:r>
            <w:r w:rsidR="00C54B29"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彻底地被解除潜在的责任。</w:t>
            </w:r>
          </w:p>
          <w:p w:rsidR="00C54B29" w:rsidRPr="000D1C31" w:rsidRDefault="00C54B29" w:rsidP="002F5467">
            <w:pPr>
              <w:spacing w:after="0" w:line="360" w:lineRule="auto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（TBBT218 Penny开工厂一集 Sheldon帮忙收了个包裹）</w:t>
            </w:r>
          </w:p>
        </w:tc>
      </w:tr>
      <w:tr w:rsidR="002D6A94" w:rsidRPr="00B5331B" w:rsidTr="008332A5">
        <w:trPr>
          <w:trHeight w:val="198"/>
        </w:trPr>
        <w:tc>
          <w:tcPr>
            <w:tcW w:w="35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jc w:val="both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117FF4" w:rsidRDefault="002F5467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Sheldon:</w:t>
            </w:r>
          </w:p>
        </w:tc>
        <w:tc>
          <w:tcPr>
            <w:tcW w:w="7290" w:type="dxa"/>
          </w:tcPr>
          <w:p w:rsidR="002D6A94" w:rsidRPr="00117FF4" w:rsidRDefault="00117FF4" w:rsidP="002C1DF2">
            <w:pPr>
              <w:spacing w:after="0" w:line="360" w:lineRule="auto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 w:rsidRPr="002F5467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When I signed for the package,I was</w:t>
            </w:r>
            <w:r w:rsidR="002F5467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</w:t>
            </w:r>
            <w:r w:rsidRPr="002F5467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deputized by the United Parcel Service</w:t>
            </w:r>
            <w:r w:rsidR="002F5467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</w:t>
            </w:r>
            <w:r w:rsidRPr="002F5467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and entrusted with its final delivery.</w:t>
            </w:r>
            <w:r w:rsidR="002F5467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</w:t>
            </w:r>
            <w:r w:rsidRPr="002F5467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I now need you to acknowledge receipt of the package</w:t>
            </w:r>
            <w:r w:rsidR="002F5467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</w:t>
            </w:r>
            <w:r w:rsidRPr="002F5467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so that I</w:t>
            </w:r>
            <w:r w:rsidR="008332A5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 w:rsidRPr="002F5467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 xml:space="preserve">m fully </w:t>
            </w:r>
            <w:r w:rsidRPr="002F5467">
              <w:rPr>
                <w:rFonts w:ascii="Arial" w:eastAsia="微软雅黑" w:hAnsi="Arial" w:cs="Arial"/>
                <w:b/>
                <w:color w:val="548DD4" w:themeColor="text2" w:themeTint="99"/>
                <w:sz w:val="28"/>
                <w:szCs w:val="28"/>
              </w:rPr>
              <w:t>indemnified</w:t>
            </w:r>
            <w:r w:rsidRPr="002F5467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 xml:space="preserve"> and no longer liable.</w:t>
            </w:r>
          </w:p>
        </w:tc>
      </w:tr>
      <w:tr w:rsidR="002D6A94" w:rsidRPr="00B5331B" w:rsidTr="008332A5">
        <w:trPr>
          <w:trHeight w:val="585"/>
        </w:trPr>
        <w:tc>
          <w:tcPr>
            <w:tcW w:w="35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0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B5331B" w:rsidRDefault="002D6A94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类似</w:t>
            </w:r>
          </w:p>
          <w:p w:rsidR="002D6A94" w:rsidRPr="007378D8" w:rsidRDefault="002D6A94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表达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C1DF2" w:rsidRPr="007378D8" w:rsidRDefault="002D6A94" w:rsidP="00117FF4">
            <w:pPr>
              <w:spacing w:after="0" w:line="360" w:lineRule="auto"/>
              <w:ind w:left="-80"/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-</w:t>
            </w:r>
            <w:r w:rsidR="002C1DF2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I </w:t>
            </w:r>
            <w:r w:rsidR="00117FF4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won</w:t>
            </w:r>
            <w:r w:rsidR="00117FF4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 w:rsidR="00117FF4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t</w:t>
            </w:r>
            <w:r w:rsidR="002C1DF2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be </w:t>
            </w:r>
            <w:r w:rsidR="002C1DF2" w:rsidRPr="00117FF4">
              <w:rPr>
                <w:rFonts w:ascii="Arial" w:eastAsia="微软雅黑" w:hAnsi="Arial" w:cs="Arial" w:hint="eastAsia"/>
                <w:b/>
                <w:color w:val="E36C0A" w:themeColor="accent6" w:themeShade="BF"/>
                <w:sz w:val="28"/>
                <w:szCs w:val="28"/>
              </w:rPr>
              <w:t>liable</w:t>
            </w:r>
            <w:r w:rsidR="002C1DF2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should anything happens to Leonard</w:t>
            </w:r>
            <w:r w:rsidR="002C1DF2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 w:rsidR="002C1DF2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s room.</w:t>
            </w:r>
            <w:r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br/>
            </w:r>
            <w:r w:rsidR="002C1DF2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- I won</w:t>
            </w:r>
            <w:r w:rsidR="002C1DF2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 w:rsidR="002C1DF2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t </w:t>
            </w:r>
            <w:r w:rsidR="002C1DF2" w:rsidRPr="00117FF4">
              <w:rPr>
                <w:rFonts w:ascii="Arial" w:eastAsia="微软雅黑" w:hAnsi="Arial" w:cs="Arial" w:hint="eastAsia"/>
                <w:b/>
                <w:color w:val="E36C0A" w:themeColor="accent6" w:themeShade="BF"/>
                <w:sz w:val="28"/>
                <w:szCs w:val="28"/>
              </w:rPr>
              <w:t xml:space="preserve">be held </w:t>
            </w:r>
            <w:r w:rsidR="00117FF4">
              <w:rPr>
                <w:rFonts w:ascii="Arial" w:eastAsia="微软雅黑" w:hAnsi="Arial" w:cs="Arial" w:hint="eastAsia"/>
                <w:b/>
                <w:color w:val="E36C0A" w:themeColor="accent6" w:themeShade="BF"/>
                <w:sz w:val="28"/>
                <w:szCs w:val="28"/>
              </w:rPr>
              <w:t xml:space="preserve">accountable </w:t>
            </w:r>
            <w:r w:rsidR="002C1DF2"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for whatever you might do to his room.</w:t>
            </w:r>
          </w:p>
        </w:tc>
      </w:tr>
    </w:tbl>
    <w:p w:rsidR="002D6A94" w:rsidRDefault="002D6A94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EF53BE" w:rsidRDefault="00EF53BE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tbl>
      <w:tblPr>
        <w:tblW w:w="116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5"/>
        <w:gridCol w:w="1895"/>
        <w:gridCol w:w="720"/>
        <w:gridCol w:w="1260"/>
        <w:gridCol w:w="810"/>
        <w:gridCol w:w="6660"/>
      </w:tblGrid>
      <w:tr w:rsidR="00EF53BE" w:rsidRPr="00B5331B" w:rsidTr="008332A5">
        <w:trPr>
          <w:trHeight w:val="225"/>
        </w:trPr>
        <w:tc>
          <w:tcPr>
            <w:tcW w:w="34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7378D8" w:rsidRDefault="00C54B29" w:rsidP="002C1DF2">
            <w:pPr>
              <w:spacing w:after="0" w:line="360" w:lineRule="auto"/>
              <w:rPr>
                <w:rFonts w:ascii="楷体" w:eastAsia="楷体" w:hAnsi="楷体" w:cs="Calibri"/>
                <w:b/>
                <w:sz w:val="28"/>
                <w:szCs w:val="28"/>
              </w:rPr>
            </w:pPr>
            <w:r>
              <w:rPr>
                <w:rFonts w:ascii="楷体" w:eastAsia="楷体" w:hAnsi="楷体" w:cs="Calibri" w:hint="eastAsia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1345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AE12F1" w:rsidRDefault="00C54B29" w:rsidP="002C1DF2">
            <w:pPr>
              <w:spacing w:after="0" w:line="360" w:lineRule="auto"/>
              <w:rPr>
                <w:rFonts w:ascii="楷体" w:eastAsia="楷体" w:hAnsi="楷体" w:hint="eastAsia"/>
                <w:sz w:val="28"/>
                <w:szCs w:val="28"/>
              </w:rPr>
            </w:pPr>
            <w:r w:rsidRPr="00C54B29"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13分20秒</w:t>
            </w:r>
            <w:r>
              <w:rPr>
                <w:rFonts w:ascii="楷体" w:eastAsia="楷体" w:hAnsi="楷体" w:hint="eastAsia"/>
                <w:sz w:val="28"/>
                <w:szCs w:val="28"/>
                <w:shd w:val="pct15" w:color="auto" w:fill="FFFFFF"/>
              </w:rPr>
              <w:t>，Sheldon家，Penny问Leonard去了哪里</w:t>
            </w:r>
          </w:p>
        </w:tc>
      </w:tr>
      <w:tr w:rsidR="00EF53BE" w:rsidRPr="00B5331B" w:rsidTr="008332A5">
        <w:trPr>
          <w:trHeight w:val="261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B5331B" w:rsidRDefault="00EF53BE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B5331B" w:rsidRDefault="00EF53BE" w:rsidP="002C1DF2">
            <w:pPr>
              <w:spacing w:after="0" w:line="360" w:lineRule="auto"/>
              <w:rPr>
                <w:rFonts w:ascii="微软雅黑" w:eastAsia="微软雅黑" w:hAnsi="微软雅黑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EF53BE" w:rsidRPr="007378D8" w:rsidRDefault="00EF53BE" w:rsidP="002C1DF2">
            <w:pPr>
              <w:spacing w:after="0" w:line="360" w:lineRule="auto"/>
              <w:jc w:val="both"/>
              <w:rPr>
                <w:rFonts w:ascii="楷体" w:eastAsia="楷体" w:hAnsi="楷体"/>
                <w:b/>
                <w:sz w:val="28"/>
                <w:szCs w:val="28"/>
              </w:rPr>
            </w:pPr>
            <w:r w:rsidRPr="007378D8">
              <w:rPr>
                <w:rFonts w:ascii="楷体" w:eastAsia="楷体" w:hAnsi="楷体" w:hint="eastAsia"/>
                <w:b/>
                <w:sz w:val="28"/>
                <w:szCs w:val="28"/>
              </w:rPr>
              <w:t>正文</w:t>
            </w:r>
          </w:p>
        </w:tc>
        <w:tc>
          <w:tcPr>
            <w:tcW w:w="1260" w:type="dxa"/>
          </w:tcPr>
          <w:p w:rsidR="00EF53BE" w:rsidRDefault="00EF53BE" w:rsidP="002C1DF2">
            <w:pPr>
              <w:spacing w:after="0" w:line="360" w:lineRule="auto"/>
              <w:jc w:val="right"/>
              <w:rPr>
                <w:rFonts w:ascii="Arial" w:eastAsia="微软雅黑" w:hAnsi="Arial" w:cs="Arial" w:hint="eastAsia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sz w:val="28"/>
                <w:szCs w:val="28"/>
              </w:rPr>
              <w:t>Penny:</w:t>
            </w:r>
          </w:p>
          <w:p w:rsidR="00EF53BE" w:rsidRDefault="00EF53BE" w:rsidP="002C1DF2">
            <w:pPr>
              <w:spacing w:after="0" w:line="360" w:lineRule="auto"/>
              <w:jc w:val="right"/>
              <w:rPr>
                <w:rFonts w:ascii="Arial" w:eastAsia="微软雅黑" w:hAnsi="Arial" w:cs="Arial" w:hint="eastAsia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sz w:val="28"/>
                <w:szCs w:val="28"/>
              </w:rPr>
              <w:t>Raj:</w:t>
            </w:r>
          </w:p>
          <w:p w:rsidR="00EF53BE" w:rsidRPr="007378D8" w:rsidRDefault="00EF53BE" w:rsidP="002C1DF2">
            <w:pPr>
              <w:spacing w:after="0" w:line="360" w:lineRule="auto"/>
              <w:jc w:val="right"/>
              <w:rPr>
                <w:rFonts w:ascii="Arial" w:eastAsia="微软雅黑" w:hAnsi="Arial" w:cs="Arial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sz w:val="28"/>
                <w:szCs w:val="28"/>
              </w:rPr>
              <w:t>Sheldon:</w:t>
            </w:r>
          </w:p>
        </w:tc>
        <w:tc>
          <w:tcPr>
            <w:tcW w:w="7470" w:type="dxa"/>
            <w:gridSpan w:val="2"/>
          </w:tcPr>
          <w:p w:rsidR="00EF53BE" w:rsidRPr="00C50725" w:rsidRDefault="00EF53BE" w:rsidP="002C1DF2">
            <w:pPr>
              <w:spacing w:after="0" w:line="360" w:lineRule="auto"/>
              <w:rPr>
                <w:rFonts w:cs="Arial"/>
                <w:sz w:val="28"/>
                <w:szCs w:val="28"/>
              </w:rPr>
            </w:pPr>
            <w:r w:rsidRPr="00C50725">
              <w:rPr>
                <w:rFonts w:cs="Arial"/>
                <w:sz w:val="28"/>
                <w:szCs w:val="28"/>
              </w:rPr>
              <w:t>Where</w:t>
            </w:r>
            <w:r w:rsidR="008332A5">
              <w:rPr>
                <w:rFonts w:cs="Arial" w:hint="eastAsia"/>
                <w:sz w:val="28"/>
                <w:szCs w:val="28"/>
              </w:rPr>
              <w:t>’</w:t>
            </w:r>
            <w:r w:rsidRPr="00C50725">
              <w:rPr>
                <w:rFonts w:cs="Arial"/>
                <w:sz w:val="28"/>
                <w:szCs w:val="28"/>
              </w:rPr>
              <w:t>s Leonard?</w:t>
            </w:r>
          </w:p>
          <w:p w:rsidR="00EF53BE" w:rsidRPr="00C50725" w:rsidRDefault="00EF53BE" w:rsidP="002C1DF2">
            <w:pPr>
              <w:spacing w:after="0" w:line="360" w:lineRule="auto"/>
              <w:rPr>
                <w:rFonts w:cs="Arial"/>
                <w:sz w:val="28"/>
                <w:szCs w:val="28"/>
              </w:rPr>
            </w:pPr>
            <w:r w:rsidRPr="00C50725">
              <w:rPr>
                <w:rFonts w:cs="Arial"/>
                <w:sz w:val="28"/>
                <w:szCs w:val="28"/>
              </w:rPr>
              <w:t>He</w:t>
            </w:r>
            <w:r w:rsidR="008332A5">
              <w:rPr>
                <w:rFonts w:cs="Arial" w:hint="eastAsia"/>
                <w:sz w:val="28"/>
                <w:szCs w:val="28"/>
              </w:rPr>
              <w:t>’</w:t>
            </w:r>
            <w:r w:rsidRPr="00C50725">
              <w:rPr>
                <w:rFonts w:cs="Arial"/>
                <w:sz w:val="28"/>
                <w:szCs w:val="28"/>
              </w:rPr>
              <w:t>s living at my place,</w:t>
            </w:r>
            <w:r>
              <w:rPr>
                <w:rFonts w:cs="Arial" w:hint="eastAsia"/>
                <w:sz w:val="28"/>
                <w:szCs w:val="28"/>
              </w:rPr>
              <w:t xml:space="preserve"> </w:t>
            </w:r>
            <w:r w:rsidRPr="00C50725">
              <w:rPr>
                <w:rFonts w:cs="Arial"/>
                <w:sz w:val="28"/>
                <w:szCs w:val="28"/>
              </w:rPr>
              <w:t>so I</w:t>
            </w:r>
            <w:r w:rsidR="008332A5">
              <w:rPr>
                <w:rFonts w:cs="Arial" w:hint="eastAsia"/>
                <w:sz w:val="28"/>
                <w:szCs w:val="28"/>
              </w:rPr>
              <w:t>’</w:t>
            </w:r>
            <w:r w:rsidRPr="00C50725">
              <w:rPr>
                <w:rFonts w:cs="Arial"/>
                <w:sz w:val="28"/>
                <w:szCs w:val="28"/>
              </w:rPr>
              <w:t>m living here.</w:t>
            </w:r>
          </w:p>
          <w:p w:rsidR="00EF53BE" w:rsidRPr="000519AB" w:rsidRDefault="00EF53BE" w:rsidP="002C1DF2">
            <w:pPr>
              <w:spacing w:after="0" w:line="360" w:lineRule="auto"/>
              <w:rPr>
                <w:rFonts w:cs="Arial"/>
                <w:sz w:val="28"/>
                <w:szCs w:val="28"/>
              </w:rPr>
            </w:pPr>
            <w:r w:rsidRPr="00C50725">
              <w:rPr>
                <w:rFonts w:cs="Arial"/>
                <w:sz w:val="28"/>
                <w:szCs w:val="28"/>
              </w:rPr>
              <w:t>You</w:t>
            </w:r>
            <w:r w:rsidR="008332A5">
              <w:rPr>
                <w:rFonts w:cs="Arial" w:hint="eastAsia"/>
                <w:sz w:val="28"/>
                <w:szCs w:val="28"/>
              </w:rPr>
              <w:t>’</w:t>
            </w:r>
            <w:r w:rsidRPr="00C50725">
              <w:rPr>
                <w:rFonts w:cs="Arial"/>
                <w:sz w:val="28"/>
                <w:szCs w:val="28"/>
              </w:rPr>
              <w:t>re living here</w:t>
            </w:r>
            <w:r>
              <w:rPr>
                <w:rFonts w:cs="Arial" w:hint="eastAsia"/>
                <w:sz w:val="28"/>
                <w:szCs w:val="28"/>
              </w:rPr>
              <w:t xml:space="preserve"> </w:t>
            </w:r>
            <w:r w:rsidRPr="0068741D">
              <w:rPr>
                <w:rFonts w:cs="Arial"/>
                <w:b/>
                <w:sz w:val="28"/>
                <w:szCs w:val="28"/>
              </w:rPr>
              <w:t>provisionally</w:t>
            </w:r>
            <w:r w:rsidRPr="00C50725">
              <w:rPr>
                <w:rFonts w:cs="Arial"/>
                <w:sz w:val="28"/>
                <w:szCs w:val="28"/>
              </w:rPr>
              <w:t>.</w:t>
            </w:r>
          </w:p>
        </w:tc>
      </w:tr>
      <w:tr w:rsidR="00EF53BE" w:rsidRPr="00B5331B" w:rsidTr="008332A5">
        <w:trPr>
          <w:trHeight w:val="126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B5331B" w:rsidRDefault="00EF53BE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Default="00EF53BE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b/>
                <w:bCs/>
                <w:sz w:val="28"/>
                <w:szCs w:val="28"/>
              </w:rPr>
              <w:t xml:space="preserve">  </w:t>
            </w:r>
            <w:r w:rsidR="008332A5" w:rsidRPr="0068741D">
              <w:rPr>
                <w:rFonts w:cs="Arial" w:hint="eastAsia"/>
                <w:b/>
                <w:sz w:val="28"/>
                <w:szCs w:val="28"/>
              </w:rPr>
              <w:t>P</w:t>
            </w:r>
            <w:r w:rsidRPr="0068741D">
              <w:rPr>
                <w:rFonts w:cs="Arial"/>
                <w:b/>
                <w:sz w:val="28"/>
                <w:szCs w:val="28"/>
              </w:rPr>
              <w:t>rovisionally</w:t>
            </w:r>
          </w:p>
          <w:p w:rsidR="00EF53BE" w:rsidRDefault="00EF53BE" w:rsidP="002C1DF2">
            <w:pPr>
              <w:spacing w:after="0" w:line="360" w:lineRule="auto"/>
              <w:ind w:left="-75"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  <w:p w:rsidR="00EF53BE" w:rsidRPr="007378D8" w:rsidRDefault="00EF53BE" w:rsidP="002C1DF2">
            <w:pPr>
              <w:spacing w:after="0" w:line="360" w:lineRule="auto"/>
              <w:ind w:right="-80"/>
              <w:rPr>
                <w:rFonts w:ascii="Arial" w:eastAsia="微软雅黑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7378D8" w:rsidRDefault="00EF53BE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76923C" w:themeColor="accent3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76923C" w:themeColor="accent3" w:themeShade="BF"/>
                <w:sz w:val="28"/>
                <w:szCs w:val="28"/>
              </w:rPr>
              <w:t>讲解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7378D8" w:rsidRDefault="00C54B29" w:rsidP="002C1DF2">
            <w:pPr>
              <w:spacing w:after="0" w:line="360" w:lineRule="auto"/>
              <w:ind w:left="-80"/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76923C" w:themeColor="accent3" w:themeShade="BF"/>
                <w:sz w:val="28"/>
                <w:szCs w:val="28"/>
              </w:rPr>
              <w:t>暂时地</w:t>
            </w:r>
          </w:p>
        </w:tc>
      </w:tr>
      <w:tr w:rsidR="00EF53BE" w:rsidRPr="00B5331B" w:rsidTr="008332A5">
        <w:trPr>
          <w:trHeight w:val="333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B5331B" w:rsidRDefault="00EF53BE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B5331B" w:rsidRDefault="00EF53BE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7378D8" w:rsidRDefault="00EF53BE" w:rsidP="002C1DF2">
            <w:pPr>
              <w:spacing w:after="0" w:line="360" w:lineRule="auto"/>
              <w:ind w:left="-80" w:hanging="5"/>
              <w:jc w:val="both"/>
              <w:rPr>
                <w:rFonts w:ascii="楷体" w:eastAsia="楷体" w:hAnsi="楷体" w:cs="Times New Roman"/>
                <w:b/>
                <w:color w:val="548DD4" w:themeColor="text2" w:themeTint="99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548DD4" w:themeColor="text2" w:themeTint="99"/>
                <w:sz w:val="28"/>
                <w:szCs w:val="28"/>
              </w:rPr>
              <w:t>举例</w:t>
            </w:r>
          </w:p>
        </w:tc>
        <w:tc>
          <w:tcPr>
            <w:tcW w:w="207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Default="00C54B29" w:rsidP="002C1DF2">
            <w:pPr>
              <w:spacing w:after="0" w:line="360" w:lineRule="auto"/>
              <w:ind w:left="-80" w:right="-8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Raj:</w:t>
            </w:r>
          </w:p>
          <w:p w:rsidR="00C54B29" w:rsidRDefault="00C54B29" w:rsidP="00C54B29">
            <w:pPr>
              <w:spacing w:after="0" w:line="360" w:lineRule="auto"/>
              <w:ind w:left="-80" w:right="6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Leonard:</w:t>
            </w:r>
          </w:p>
          <w:p w:rsidR="00C54B29" w:rsidRDefault="00C54B29" w:rsidP="00C54B29">
            <w:pPr>
              <w:spacing w:after="0" w:line="360" w:lineRule="auto"/>
              <w:ind w:left="-80" w:right="60"/>
              <w:jc w:val="right"/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Raj:</w:t>
            </w:r>
          </w:p>
          <w:p w:rsidR="00C54B29" w:rsidRPr="000D1C31" w:rsidRDefault="00C54B29" w:rsidP="00C54B29">
            <w:pPr>
              <w:spacing w:after="0" w:line="360" w:lineRule="auto"/>
              <w:ind w:left="-80" w:right="60"/>
              <w:jc w:val="right"/>
              <w:rPr>
                <w:rFonts w:ascii="楷体" w:eastAsia="楷体" w:hAnsi="楷体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Arial" w:hint="eastAsia"/>
                <w:color w:val="548DD4" w:themeColor="text2" w:themeTint="99"/>
                <w:sz w:val="28"/>
                <w:szCs w:val="28"/>
              </w:rPr>
              <w:t>Leonard:</w:t>
            </w:r>
          </w:p>
        </w:tc>
        <w:tc>
          <w:tcPr>
            <w:tcW w:w="6660" w:type="dxa"/>
          </w:tcPr>
          <w:p w:rsidR="00EF53BE" w:rsidRDefault="00C54B29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你怎么不和Priya一起？</w:t>
            </w:r>
          </w:p>
          <w:p w:rsidR="00C54B29" w:rsidRDefault="00C54B29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我们吵了一架</w:t>
            </w:r>
          </w:p>
          <w:p w:rsidR="00C54B29" w:rsidRDefault="00C54B29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我想肯定是暂时的，很快就好了</w:t>
            </w:r>
          </w:p>
          <w:p w:rsidR="00C54B29" w:rsidRDefault="00C54B29" w:rsidP="002C1DF2">
            <w:pPr>
              <w:spacing w:after="0" w:line="360" w:lineRule="auto"/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color w:val="548DD4" w:themeColor="text2" w:themeTint="99"/>
                <w:sz w:val="28"/>
                <w:szCs w:val="28"/>
              </w:rPr>
              <w:t>不，我想我们结束了，她打算下月回印度。我估计她一直就是这个打算，在美国发展一个临时的男朋友</w:t>
            </w:r>
          </w:p>
          <w:p w:rsidR="00C54B29" w:rsidRPr="00C54B29" w:rsidRDefault="00C54B29" w:rsidP="002C1DF2">
            <w:pPr>
              <w:spacing w:after="0" w:line="360" w:lineRule="auto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  <w:r w:rsidRPr="008332A5">
              <w:rPr>
                <w:rFonts w:ascii="楷体" w:eastAsia="楷体" w:hAnsi="楷体" w:cs="Times New Roman" w:hint="eastAsia"/>
                <w:color w:val="548DD4" w:themeColor="text2" w:themeTint="99"/>
                <w:szCs w:val="28"/>
              </w:rPr>
              <w:t>（如果我可以的话，我表示希望编剧对Priya的计划也是</w:t>
            </w:r>
            <w:r w:rsidR="008332A5" w:rsidRPr="008332A5">
              <w:rPr>
                <w:rFonts w:ascii="楷体" w:eastAsia="楷体" w:hAnsi="楷体" w:cs="Times New Roman" w:hint="eastAsia"/>
                <w:color w:val="548DD4" w:themeColor="text2" w:themeTint="99"/>
                <w:szCs w:val="28"/>
              </w:rPr>
              <w:t>暂时的并且到这集为止</w:t>
            </w:r>
            <w:r w:rsidRPr="008332A5">
              <w:rPr>
                <w:rFonts w:ascii="楷体" w:eastAsia="楷体" w:hAnsi="楷体" w:cs="Times New Roman" w:hint="eastAsia"/>
                <w:color w:val="548DD4" w:themeColor="text2" w:themeTint="99"/>
                <w:szCs w:val="28"/>
              </w:rPr>
              <w:t>）</w:t>
            </w:r>
          </w:p>
        </w:tc>
      </w:tr>
      <w:tr w:rsidR="00EF53BE" w:rsidRPr="00B5331B" w:rsidTr="008332A5">
        <w:trPr>
          <w:trHeight w:val="198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B5331B" w:rsidRDefault="00EF53BE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B5331B" w:rsidRDefault="00EF53BE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7378D8" w:rsidRDefault="00EF53BE" w:rsidP="002C1DF2">
            <w:pPr>
              <w:spacing w:after="0" w:line="360" w:lineRule="auto"/>
              <w:jc w:val="both"/>
              <w:rPr>
                <w:rFonts w:ascii="楷体" w:eastAsia="楷体" w:hAnsi="楷体" w:cs="Times New Roman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Default="00C54B29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Raj:</w:t>
            </w:r>
          </w:p>
          <w:p w:rsidR="00C54B29" w:rsidRDefault="00C54B29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Leonard:</w:t>
            </w:r>
          </w:p>
          <w:p w:rsidR="00C54B29" w:rsidRDefault="00C54B29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Raj:</w:t>
            </w:r>
          </w:p>
          <w:p w:rsidR="00C54B29" w:rsidRDefault="00C54B29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Leonard:</w:t>
            </w:r>
          </w:p>
          <w:p w:rsidR="00C54B29" w:rsidRDefault="00C54B29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</w:p>
          <w:p w:rsidR="00C54B29" w:rsidRPr="007378D8" w:rsidRDefault="00C54B29" w:rsidP="002C1DF2">
            <w:pPr>
              <w:spacing w:after="0" w:line="360" w:lineRule="auto"/>
              <w:ind w:left="-80" w:right="-80"/>
              <w:jc w:val="right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</w:p>
        </w:tc>
        <w:tc>
          <w:tcPr>
            <w:tcW w:w="6660" w:type="dxa"/>
          </w:tcPr>
          <w:p w:rsidR="00EF53BE" w:rsidRDefault="00EF53BE" w:rsidP="002C1DF2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Why aren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t you 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with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my sister?</w:t>
            </w:r>
          </w:p>
          <w:p w:rsidR="00EF53BE" w:rsidRDefault="00EF53BE" w:rsidP="002C1DF2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We had a fight.</w:t>
            </w:r>
          </w:p>
          <w:p w:rsidR="00EF53BE" w:rsidRDefault="00EF53BE" w:rsidP="002C1DF2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I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m sure it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s just provisional. 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I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t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ll soon be over.</w:t>
            </w:r>
          </w:p>
          <w:p w:rsidR="00EF53BE" w:rsidRDefault="00EF53BE" w:rsidP="002C1DF2">
            <w:pPr>
              <w:spacing w:after="0" w:line="360" w:lineRule="auto"/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No, I think we are over. 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S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he</w:t>
            </w:r>
            <w:r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s moving back.</w:t>
            </w:r>
            <w:r w:rsidR="00C54B29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I think that</w:t>
            </w:r>
            <w:r w:rsidR="00C54B29"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  <w:t>’</w:t>
            </w:r>
            <w:r w:rsidR="00C54B29"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s her plan all along, to have a provisional boyfriend while in US.</w:t>
            </w: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 xml:space="preserve"> </w:t>
            </w:r>
          </w:p>
          <w:p w:rsidR="00EF53BE" w:rsidRPr="007378D8" w:rsidRDefault="00C54B29" w:rsidP="00C54B29">
            <w:pPr>
              <w:spacing w:after="0" w:line="360" w:lineRule="auto"/>
              <w:rPr>
                <w:rFonts w:ascii="Arial" w:eastAsia="微软雅黑" w:hAnsi="Arial" w:cs="Arial"/>
                <w:color w:val="548DD4" w:themeColor="text2" w:themeTint="99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548DD4" w:themeColor="text2" w:themeTint="99"/>
                <w:sz w:val="28"/>
                <w:szCs w:val="28"/>
              </w:rPr>
              <w:t>(</w:t>
            </w:r>
            <w:r w:rsidRPr="008332A5">
              <w:rPr>
                <w:rFonts w:ascii="Arial" w:eastAsia="微软雅黑" w:hAnsi="Arial" w:cs="Arial" w:hint="eastAsia"/>
                <w:color w:val="548DD4" w:themeColor="text2" w:themeTint="99"/>
                <w:szCs w:val="28"/>
              </w:rPr>
              <w:t>If I may, I hope that the writer</w:t>
            </w:r>
            <w:r w:rsidRPr="008332A5">
              <w:rPr>
                <w:rFonts w:ascii="Arial" w:eastAsia="微软雅黑" w:hAnsi="Arial" w:cs="Arial"/>
                <w:color w:val="548DD4" w:themeColor="text2" w:themeTint="99"/>
                <w:szCs w:val="28"/>
              </w:rPr>
              <w:t>’</w:t>
            </w:r>
            <w:r w:rsidRPr="008332A5">
              <w:rPr>
                <w:rFonts w:ascii="Arial" w:eastAsia="微软雅黑" w:hAnsi="Arial" w:cs="Arial" w:hint="eastAsia"/>
                <w:color w:val="548DD4" w:themeColor="text2" w:themeTint="99"/>
                <w:szCs w:val="28"/>
              </w:rPr>
              <w:t xml:space="preserve">s plan about Priya </w:t>
            </w:r>
            <w:r w:rsidR="008332A5" w:rsidRPr="008332A5">
              <w:rPr>
                <w:rFonts w:ascii="Arial" w:eastAsia="微软雅黑" w:hAnsi="Arial" w:cs="Arial" w:hint="eastAsia"/>
                <w:color w:val="548DD4" w:themeColor="text2" w:themeTint="99"/>
                <w:szCs w:val="28"/>
              </w:rPr>
              <w:t xml:space="preserve">starring </w:t>
            </w:r>
            <w:r w:rsidRPr="008332A5">
              <w:rPr>
                <w:rFonts w:ascii="Arial" w:eastAsia="微软雅黑" w:hAnsi="Arial" w:cs="Arial" w:hint="eastAsia"/>
                <w:color w:val="548DD4" w:themeColor="text2" w:themeTint="99"/>
                <w:szCs w:val="28"/>
              </w:rPr>
              <w:t>on the show is also a provisional one and ends here)</w:t>
            </w:r>
          </w:p>
        </w:tc>
      </w:tr>
      <w:tr w:rsidR="00EF53BE" w:rsidRPr="00B5331B" w:rsidTr="008332A5">
        <w:trPr>
          <w:trHeight w:val="585"/>
        </w:trPr>
        <w:tc>
          <w:tcPr>
            <w:tcW w:w="34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B5331B" w:rsidRDefault="00EF53BE" w:rsidP="002C1DF2">
            <w:pPr>
              <w:spacing w:after="0" w:line="360" w:lineRule="auto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189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B5331B" w:rsidRDefault="00EF53BE" w:rsidP="002C1DF2">
            <w:pPr>
              <w:spacing w:after="0" w:line="360" w:lineRule="auto"/>
              <w:ind w:right="144"/>
              <w:rPr>
                <w:rFonts w:ascii="微软雅黑" w:eastAsia="微软雅黑" w:hAnsi="微软雅黑" w:cs="Calibri"/>
                <w:sz w:val="28"/>
                <w:szCs w:val="28"/>
              </w:rPr>
            </w:pPr>
          </w:p>
        </w:tc>
        <w:tc>
          <w:tcPr>
            <w:tcW w:w="720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Pr="007378D8" w:rsidRDefault="00EF53BE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b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类似</w:t>
            </w:r>
          </w:p>
          <w:p w:rsidR="00EF53BE" w:rsidRPr="007378D8" w:rsidRDefault="00EF53BE" w:rsidP="002C1DF2">
            <w:pPr>
              <w:spacing w:after="0" w:line="360" w:lineRule="auto"/>
              <w:ind w:left="-80"/>
              <w:jc w:val="both"/>
              <w:rPr>
                <w:rFonts w:ascii="楷体" w:eastAsia="楷体" w:hAnsi="楷体" w:cs="Times New Roman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楷体" w:eastAsia="楷体" w:hAnsi="楷体" w:cs="Times New Roman" w:hint="eastAsia"/>
                <w:b/>
                <w:color w:val="E36C0A" w:themeColor="accent6" w:themeShade="BF"/>
                <w:sz w:val="28"/>
                <w:szCs w:val="28"/>
              </w:rPr>
              <w:t>表达</w:t>
            </w:r>
          </w:p>
        </w:tc>
        <w:tc>
          <w:tcPr>
            <w:tcW w:w="873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53BE" w:rsidRDefault="00EF53BE" w:rsidP="002C1DF2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 w:rsidRPr="007378D8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-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Don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t get too carried away. You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re still in </w:t>
            </w:r>
            <w:r w:rsidRPr="0068741D">
              <w:rPr>
                <w:rFonts w:ascii="Arial" w:eastAsia="微软雅黑" w:hAnsi="Arial" w:cs="Arial" w:hint="eastAsia"/>
                <w:b/>
                <w:color w:val="E36C0A" w:themeColor="accent6" w:themeShade="BF"/>
                <w:sz w:val="28"/>
                <w:szCs w:val="28"/>
              </w:rPr>
              <w:t>probational</w:t>
            </w: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 period.</w:t>
            </w:r>
          </w:p>
          <w:p w:rsidR="00EF53BE" w:rsidRDefault="00EF53BE" w:rsidP="002C1DF2">
            <w:pPr>
              <w:spacing w:after="0" w:line="360" w:lineRule="auto"/>
              <w:ind w:left="-80"/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>-This is all still temporary, you understand?</w:t>
            </w:r>
          </w:p>
          <w:p w:rsidR="00EF53BE" w:rsidRPr="007378D8" w:rsidRDefault="00EF53BE" w:rsidP="002C1DF2">
            <w:pPr>
              <w:spacing w:after="0" w:line="360" w:lineRule="auto"/>
              <w:ind w:left="-80"/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</w:pPr>
            <w:r>
              <w:rPr>
                <w:rFonts w:ascii="Arial" w:eastAsia="微软雅黑" w:hAnsi="Arial" w:cs="Arial" w:hint="eastAsia"/>
                <w:color w:val="E36C0A" w:themeColor="accent6" w:themeShade="BF"/>
                <w:sz w:val="28"/>
                <w:szCs w:val="28"/>
              </w:rPr>
              <w:t xml:space="preserve">-Your living here 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hasn</w:t>
            </w:r>
            <w:r w:rsidR="008332A5"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’</w:t>
            </w:r>
            <w:r>
              <w:rPr>
                <w:rFonts w:ascii="Arial" w:eastAsia="微软雅黑" w:hAnsi="Arial" w:cs="Arial"/>
                <w:color w:val="E36C0A" w:themeColor="accent6" w:themeShade="BF"/>
                <w:sz w:val="28"/>
                <w:szCs w:val="28"/>
              </w:rPr>
              <w:t>t been finalized yet.</w:t>
            </w:r>
          </w:p>
        </w:tc>
      </w:tr>
    </w:tbl>
    <w:p w:rsidR="00EF53BE" w:rsidRDefault="00EF53BE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Pr="00487DE2" w:rsidRDefault="008332A5" w:rsidP="008332A5">
      <w:pPr>
        <w:spacing w:after="0" w:line="360" w:lineRule="auto"/>
        <w:jc w:val="center"/>
        <w:rPr>
          <w:rFonts w:ascii="华文行楷" w:eastAsia="华文行楷" w:hint="eastAsia"/>
          <w:b/>
          <w:color w:val="548DD4" w:themeColor="text2" w:themeTint="99"/>
          <w:sz w:val="32"/>
          <w:szCs w:val="28"/>
        </w:rPr>
      </w:pPr>
      <w:r w:rsidRPr="00487DE2">
        <w:rPr>
          <w:rFonts w:ascii="华文行楷" w:eastAsia="华文行楷" w:hint="eastAsia"/>
          <w:b/>
          <w:color w:val="548DD4" w:themeColor="text2" w:themeTint="99"/>
          <w:sz w:val="32"/>
          <w:szCs w:val="28"/>
        </w:rPr>
        <w:t>本季结束，未完成的401-410笔记将从下周开始发布</w:t>
      </w:r>
      <w:r w:rsidR="00487DE2">
        <w:rPr>
          <w:rFonts w:ascii="华文行楷" w:eastAsia="华文行楷" w:hint="eastAsia"/>
          <w:b/>
          <w:color w:val="548DD4" w:themeColor="text2" w:themeTint="99"/>
          <w:sz w:val="32"/>
          <w:szCs w:val="28"/>
        </w:rPr>
        <w:t>~</w:t>
      </w: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Pr="008332A5" w:rsidRDefault="008332A5" w:rsidP="008332A5">
      <w:pPr>
        <w:spacing w:after="0" w:line="360" w:lineRule="auto"/>
        <w:jc w:val="center"/>
        <w:rPr>
          <w:rFonts w:ascii="华文隶书" w:eastAsia="华文隶书" w:hint="eastAsia"/>
          <w:b/>
          <w:color w:val="548DD4" w:themeColor="text2" w:themeTint="99"/>
          <w:sz w:val="40"/>
          <w:szCs w:val="28"/>
        </w:rPr>
      </w:pPr>
      <w:r w:rsidRPr="008332A5">
        <w:rPr>
          <w:rFonts w:ascii="华文隶书" w:eastAsia="华文隶书" w:hint="eastAsia"/>
          <w:b/>
          <w:color w:val="548DD4" w:themeColor="text2" w:themeTint="99"/>
          <w:sz w:val="40"/>
          <w:szCs w:val="28"/>
        </w:rPr>
        <w:t>Episode Summary</w:t>
      </w:r>
    </w:p>
    <w:p w:rsidR="008332A5" w:rsidRPr="008332A5" w:rsidRDefault="008332A5" w:rsidP="00487DE2">
      <w:pPr>
        <w:spacing w:after="0" w:line="360" w:lineRule="auto"/>
        <w:jc w:val="center"/>
        <w:rPr>
          <w:rFonts w:ascii="华文隶书" w:eastAsia="华文隶书" w:hAnsi="Arial" w:cs="Arial" w:hint="eastAsia"/>
          <w:sz w:val="28"/>
          <w:szCs w:val="28"/>
        </w:rPr>
      </w:pPr>
      <w:r w:rsidRPr="008332A5">
        <w:rPr>
          <w:rFonts w:ascii="华文隶书" w:eastAsia="华文隶书" w:hAnsi="Arial" w:cs="Arial" w:hint="eastAsia"/>
          <w:sz w:val="28"/>
          <w:szCs w:val="28"/>
        </w:rPr>
        <w:t>Leonard pissed off after learning Priya planned to go back to India next month,</w:t>
      </w:r>
    </w:p>
    <w:p w:rsidR="008332A5" w:rsidRPr="008332A5" w:rsidRDefault="008332A5" w:rsidP="00487DE2">
      <w:pPr>
        <w:spacing w:after="0" w:line="360" w:lineRule="auto"/>
        <w:jc w:val="center"/>
        <w:rPr>
          <w:rFonts w:ascii="华文隶书" w:eastAsia="华文隶书" w:hAnsi="Arial" w:cs="Arial" w:hint="eastAsia"/>
          <w:sz w:val="28"/>
          <w:szCs w:val="28"/>
        </w:rPr>
      </w:pPr>
      <w:r w:rsidRPr="008332A5">
        <w:rPr>
          <w:rFonts w:ascii="华文隶书" w:eastAsia="华文隶书" w:hAnsi="Arial" w:cs="Arial" w:hint="eastAsia"/>
          <w:sz w:val="28"/>
          <w:szCs w:val="28"/>
        </w:rPr>
        <w:t>Raj, new provisional roommate of Sheldon, slept with Penny after a fancy dinner he cooked.</w:t>
      </w:r>
    </w:p>
    <w:p w:rsidR="008332A5" w:rsidRDefault="008332A5" w:rsidP="00487DE2">
      <w:pPr>
        <w:spacing w:after="0" w:line="360" w:lineRule="auto"/>
        <w:jc w:val="center"/>
        <w:rPr>
          <w:rFonts w:ascii="华文隶书" w:eastAsia="华文隶书" w:hint="eastAsia"/>
          <w:sz w:val="28"/>
          <w:szCs w:val="28"/>
        </w:rPr>
      </w:pPr>
      <w:r w:rsidRPr="008332A5">
        <w:rPr>
          <w:rFonts w:ascii="华文隶书" w:eastAsia="华文隶书" w:hAnsi="Arial" w:cs="Arial" w:hint="eastAsia"/>
          <w:sz w:val="28"/>
          <w:szCs w:val="28"/>
        </w:rPr>
        <w:t>Bernadette got a PhD and a good job and Howard , no doubt, felt threatened.</w:t>
      </w:r>
    </w:p>
    <w:p w:rsidR="008332A5" w:rsidRDefault="008332A5" w:rsidP="008332A5">
      <w:pPr>
        <w:spacing w:after="0" w:line="360" w:lineRule="auto"/>
        <w:rPr>
          <w:rFonts w:ascii="华文隶书" w:eastAsia="华文隶书" w:hint="eastAsia"/>
          <w:sz w:val="28"/>
          <w:szCs w:val="28"/>
        </w:rPr>
      </w:pPr>
    </w:p>
    <w:p w:rsidR="008332A5" w:rsidRDefault="008332A5" w:rsidP="008332A5">
      <w:pPr>
        <w:spacing w:after="0" w:line="360" w:lineRule="auto"/>
        <w:jc w:val="center"/>
        <w:rPr>
          <w:rFonts w:ascii="华文隶书" w:eastAsia="华文隶书" w:hint="eastAsia"/>
          <w:b/>
          <w:color w:val="548DD4" w:themeColor="text2" w:themeTint="99"/>
          <w:sz w:val="40"/>
          <w:szCs w:val="28"/>
        </w:rPr>
      </w:pPr>
      <w:r>
        <w:rPr>
          <w:rFonts w:ascii="华文隶书" w:eastAsia="华文隶书" w:hint="eastAsia"/>
          <w:b/>
          <w:color w:val="548DD4" w:themeColor="text2" w:themeTint="99"/>
          <w:sz w:val="40"/>
          <w:szCs w:val="28"/>
        </w:rPr>
        <w:t>Words List</w:t>
      </w:r>
    </w:p>
    <w:p w:rsidR="008332A5" w:rsidRDefault="00487DE2" w:rsidP="00487DE2">
      <w:pPr>
        <w:pStyle w:val="ListParagraph"/>
        <w:numPr>
          <w:ilvl w:val="0"/>
          <w:numId w:val="4"/>
        </w:numPr>
        <w:tabs>
          <w:tab w:val="left" w:pos="4590"/>
        </w:tabs>
        <w:spacing w:after="0" w:line="360" w:lineRule="auto"/>
        <w:ind w:left="4860"/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</w:pPr>
      <w:r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  <w:t>Skate by</w:t>
      </w:r>
    </w:p>
    <w:p w:rsidR="00487DE2" w:rsidRDefault="00487DE2" w:rsidP="00487DE2">
      <w:pPr>
        <w:pStyle w:val="ListParagraph"/>
        <w:numPr>
          <w:ilvl w:val="0"/>
          <w:numId w:val="4"/>
        </w:numPr>
        <w:tabs>
          <w:tab w:val="left" w:pos="4590"/>
        </w:tabs>
        <w:spacing w:after="0" w:line="360" w:lineRule="auto"/>
        <w:ind w:left="4860"/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</w:pPr>
      <w:r>
        <w:rPr>
          <w:rFonts w:ascii="华文隶书" w:eastAsia="华文隶书"/>
          <w:b/>
          <w:color w:val="548DD4" w:themeColor="text2" w:themeTint="99"/>
          <w:sz w:val="28"/>
          <w:szCs w:val="28"/>
        </w:rPr>
        <w:t>T</w:t>
      </w:r>
      <w:r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  <w:t>o and from</w:t>
      </w:r>
    </w:p>
    <w:p w:rsidR="00487DE2" w:rsidRDefault="00487DE2" w:rsidP="00487DE2">
      <w:pPr>
        <w:pStyle w:val="ListParagraph"/>
        <w:numPr>
          <w:ilvl w:val="0"/>
          <w:numId w:val="4"/>
        </w:numPr>
        <w:tabs>
          <w:tab w:val="left" w:pos="4590"/>
        </w:tabs>
        <w:spacing w:after="0" w:line="360" w:lineRule="auto"/>
        <w:ind w:left="4860"/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</w:pPr>
      <w:r>
        <w:rPr>
          <w:rFonts w:ascii="华文隶书" w:eastAsia="华文隶书"/>
          <w:b/>
          <w:color w:val="548DD4" w:themeColor="text2" w:themeTint="99"/>
          <w:sz w:val="28"/>
          <w:szCs w:val="28"/>
        </w:rPr>
        <w:t>H</w:t>
      </w:r>
      <w:r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  <w:t>eads-up</w:t>
      </w:r>
    </w:p>
    <w:p w:rsidR="00487DE2" w:rsidRDefault="00487DE2" w:rsidP="00487DE2">
      <w:pPr>
        <w:pStyle w:val="ListParagraph"/>
        <w:numPr>
          <w:ilvl w:val="0"/>
          <w:numId w:val="4"/>
        </w:numPr>
        <w:tabs>
          <w:tab w:val="left" w:pos="4590"/>
        </w:tabs>
        <w:spacing w:after="0" w:line="360" w:lineRule="auto"/>
        <w:ind w:left="4860"/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</w:pPr>
      <w:r>
        <w:rPr>
          <w:rFonts w:ascii="华文隶书" w:eastAsia="华文隶书"/>
          <w:b/>
          <w:color w:val="548DD4" w:themeColor="text2" w:themeTint="99"/>
          <w:sz w:val="28"/>
          <w:szCs w:val="28"/>
        </w:rPr>
        <w:t>T</w:t>
      </w:r>
      <w:r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  <w:t>hat came out wrong</w:t>
      </w:r>
    </w:p>
    <w:p w:rsidR="00487DE2" w:rsidRDefault="00487DE2" w:rsidP="00487DE2">
      <w:pPr>
        <w:pStyle w:val="ListParagraph"/>
        <w:numPr>
          <w:ilvl w:val="0"/>
          <w:numId w:val="4"/>
        </w:numPr>
        <w:tabs>
          <w:tab w:val="left" w:pos="4590"/>
        </w:tabs>
        <w:spacing w:after="0" w:line="360" w:lineRule="auto"/>
        <w:ind w:left="4860"/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</w:pPr>
      <w:r>
        <w:rPr>
          <w:rFonts w:ascii="华文隶书" w:eastAsia="华文隶书"/>
          <w:b/>
          <w:color w:val="548DD4" w:themeColor="text2" w:themeTint="99"/>
          <w:sz w:val="28"/>
          <w:szCs w:val="28"/>
        </w:rPr>
        <w:t>T</w:t>
      </w:r>
      <w:r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  <w:t>hrough this</w:t>
      </w:r>
    </w:p>
    <w:p w:rsidR="00487DE2" w:rsidRDefault="00487DE2" w:rsidP="00487DE2">
      <w:pPr>
        <w:pStyle w:val="ListParagraph"/>
        <w:numPr>
          <w:ilvl w:val="0"/>
          <w:numId w:val="4"/>
        </w:numPr>
        <w:tabs>
          <w:tab w:val="left" w:pos="4590"/>
        </w:tabs>
        <w:spacing w:after="0" w:line="360" w:lineRule="auto"/>
        <w:ind w:left="4860"/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</w:pPr>
      <w:r>
        <w:rPr>
          <w:rFonts w:ascii="华文隶书" w:eastAsia="华文隶书"/>
          <w:b/>
          <w:color w:val="548DD4" w:themeColor="text2" w:themeTint="99"/>
          <w:sz w:val="28"/>
          <w:szCs w:val="28"/>
        </w:rPr>
        <w:t>R</w:t>
      </w:r>
      <w:r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  <w:t>efrain from</w:t>
      </w:r>
    </w:p>
    <w:p w:rsidR="00487DE2" w:rsidRDefault="00487DE2" w:rsidP="00487DE2">
      <w:pPr>
        <w:pStyle w:val="ListParagraph"/>
        <w:numPr>
          <w:ilvl w:val="0"/>
          <w:numId w:val="4"/>
        </w:numPr>
        <w:tabs>
          <w:tab w:val="left" w:pos="4590"/>
        </w:tabs>
        <w:spacing w:after="0" w:line="360" w:lineRule="auto"/>
        <w:ind w:left="4860"/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</w:pPr>
      <w:r>
        <w:rPr>
          <w:rFonts w:ascii="华文隶书" w:eastAsia="华文隶书"/>
          <w:b/>
          <w:color w:val="548DD4" w:themeColor="text2" w:themeTint="99"/>
          <w:sz w:val="28"/>
          <w:szCs w:val="28"/>
        </w:rPr>
        <w:t>R</w:t>
      </w:r>
      <w:r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  <w:t>elish</w:t>
      </w:r>
    </w:p>
    <w:p w:rsidR="00487DE2" w:rsidRDefault="00487DE2" w:rsidP="00487DE2">
      <w:pPr>
        <w:pStyle w:val="ListParagraph"/>
        <w:numPr>
          <w:ilvl w:val="0"/>
          <w:numId w:val="4"/>
        </w:numPr>
        <w:tabs>
          <w:tab w:val="left" w:pos="4590"/>
        </w:tabs>
        <w:spacing w:after="0" w:line="360" w:lineRule="auto"/>
        <w:ind w:left="4860"/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</w:pPr>
      <w:r>
        <w:rPr>
          <w:rFonts w:ascii="华文隶书" w:eastAsia="华文隶书"/>
          <w:b/>
          <w:color w:val="548DD4" w:themeColor="text2" w:themeTint="99"/>
          <w:sz w:val="28"/>
          <w:szCs w:val="28"/>
        </w:rPr>
        <w:t>F</w:t>
      </w:r>
      <w:r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  <w:t>eisty</w:t>
      </w:r>
    </w:p>
    <w:p w:rsidR="00487DE2" w:rsidRDefault="00487DE2" w:rsidP="00487DE2">
      <w:pPr>
        <w:pStyle w:val="ListParagraph"/>
        <w:numPr>
          <w:ilvl w:val="0"/>
          <w:numId w:val="4"/>
        </w:numPr>
        <w:tabs>
          <w:tab w:val="left" w:pos="4590"/>
        </w:tabs>
        <w:spacing w:after="0" w:line="360" w:lineRule="auto"/>
        <w:ind w:left="4860"/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</w:pPr>
      <w:r>
        <w:rPr>
          <w:rFonts w:ascii="华文隶书" w:eastAsia="华文隶书"/>
          <w:b/>
          <w:color w:val="548DD4" w:themeColor="text2" w:themeTint="99"/>
          <w:sz w:val="28"/>
          <w:szCs w:val="28"/>
        </w:rPr>
        <w:t>I</w:t>
      </w:r>
      <w:r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  <w:t>ndemnify</w:t>
      </w:r>
    </w:p>
    <w:p w:rsidR="00487DE2" w:rsidRPr="00487DE2" w:rsidRDefault="00487DE2" w:rsidP="00487DE2">
      <w:pPr>
        <w:pStyle w:val="ListParagraph"/>
        <w:numPr>
          <w:ilvl w:val="0"/>
          <w:numId w:val="4"/>
        </w:numPr>
        <w:tabs>
          <w:tab w:val="left" w:pos="4590"/>
        </w:tabs>
        <w:spacing w:after="0" w:line="360" w:lineRule="auto"/>
        <w:ind w:left="4860"/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</w:pPr>
      <w:r>
        <w:rPr>
          <w:rFonts w:ascii="华文隶书" w:eastAsia="华文隶书" w:hint="eastAsia"/>
          <w:b/>
          <w:color w:val="548DD4" w:themeColor="text2" w:themeTint="99"/>
          <w:sz w:val="28"/>
          <w:szCs w:val="28"/>
        </w:rPr>
        <w:t>provisionally</w:t>
      </w:r>
    </w:p>
    <w:p w:rsidR="008332A5" w:rsidRPr="008332A5" w:rsidRDefault="008332A5" w:rsidP="008332A5">
      <w:pPr>
        <w:spacing w:after="0" w:line="360" w:lineRule="auto"/>
        <w:jc w:val="center"/>
        <w:rPr>
          <w:rFonts w:ascii="华文隶书" w:eastAsia="华文隶书" w:hint="eastAsia"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487DE2" w:rsidRDefault="00487DE2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487DE2" w:rsidRDefault="00487DE2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487DE2" w:rsidRDefault="00487DE2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487DE2" w:rsidRPr="00932631" w:rsidRDefault="00487DE2" w:rsidP="00487DE2">
      <w:pPr>
        <w:pStyle w:val="Heading1"/>
        <w:spacing w:before="0" w:line="360" w:lineRule="auto"/>
        <w:jc w:val="center"/>
        <w:rPr>
          <w:rFonts w:ascii="华文行楷" w:eastAsia="华文行楷" w:hAnsi="微软雅黑"/>
          <w:b w:val="0"/>
          <w:color w:val="auto"/>
          <w:sz w:val="36"/>
          <w:szCs w:val="24"/>
        </w:rPr>
      </w:pPr>
      <w:r w:rsidRPr="00932631">
        <w:rPr>
          <w:rFonts w:ascii="华文行楷" w:eastAsia="华文行楷" w:hAnsi="微软雅黑" w:hint="eastAsia"/>
          <w:b w:val="0"/>
          <w:color w:val="auto"/>
          <w:sz w:val="36"/>
          <w:szCs w:val="24"/>
        </w:rPr>
        <w:t>欢迎纠错，交流，求教，建议，批评；</w:t>
      </w:r>
    </w:p>
    <w:p w:rsidR="00487DE2" w:rsidRPr="00932631" w:rsidRDefault="00487DE2" w:rsidP="00487DE2">
      <w:pPr>
        <w:pStyle w:val="Heading1"/>
        <w:spacing w:before="0" w:line="360" w:lineRule="auto"/>
        <w:jc w:val="center"/>
        <w:rPr>
          <w:rFonts w:ascii="华文行楷" w:eastAsia="华文行楷" w:hAnsi="微软雅黑"/>
          <w:b w:val="0"/>
          <w:color w:val="auto"/>
          <w:sz w:val="36"/>
          <w:szCs w:val="24"/>
        </w:rPr>
      </w:pPr>
      <w:r w:rsidRPr="00932631">
        <w:rPr>
          <w:rFonts w:ascii="华文行楷" w:eastAsia="华文行楷" w:hAnsi="微软雅黑" w:hint="eastAsia"/>
          <w:b w:val="0"/>
          <w:color w:val="auto"/>
          <w:sz w:val="36"/>
          <w:szCs w:val="24"/>
        </w:rPr>
        <w:t>欢迎转载，合作，加入我们~</w:t>
      </w:r>
    </w:p>
    <w:p w:rsidR="00487DE2" w:rsidRPr="00932631" w:rsidRDefault="00487DE2" w:rsidP="00487DE2">
      <w:pPr>
        <w:pStyle w:val="Heading1"/>
        <w:spacing w:before="0" w:line="360" w:lineRule="auto"/>
        <w:jc w:val="center"/>
        <w:rPr>
          <w:rFonts w:ascii="华文隶书" w:eastAsia="华文隶书" w:hAnsi="微软雅黑"/>
          <w:b w:val="0"/>
          <w:color w:val="auto"/>
          <w:sz w:val="36"/>
          <w:szCs w:val="24"/>
        </w:rPr>
      </w:pPr>
      <w:r w:rsidRPr="00932631">
        <w:rPr>
          <w:rFonts w:ascii="华文隶书" w:eastAsia="华文隶书" w:hAnsi="微软雅黑" w:hint="eastAsia"/>
          <w:b w:val="0"/>
          <w:color w:val="auto"/>
          <w:sz w:val="36"/>
          <w:szCs w:val="24"/>
        </w:rPr>
        <w:t>Wind-VDS</w:t>
      </w:r>
    </w:p>
    <w:p w:rsidR="00487DE2" w:rsidRPr="00932631" w:rsidRDefault="00487DE2" w:rsidP="00487DE2">
      <w:pPr>
        <w:pStyle w:val="Heading1"/>
        <w:spacing w:before="0" w:line="360" w:lineRule="auto"/>
        <w:jc w:val="center"/>
        <w:rPr>
          <w:rFonts w:ascii="华文隶书" w:eastAsia="华文隶书" w:hAnsi="微软雅黑"/>
          <w:b w:val="0"/>
          <w:color w:val="auto"/>
          <w:sz w:val="36"/>
          <w:szCs w:val="24"/>
        </w:rPr>
      </w:pPr>
      <w:r w:rsidRPr="00932631">
        <w:rPr>
          <w:rFonts w:ascii="华文隶书" w:eastAsia="华文隶书" w:hAnsi="微软雅黑" w:hint="eastAsia"/>
          <w:b w:val="0"/>
          <w:color w:val="auto"/>
          <w:sz w:val="36"/>
          <w:szCs w:val="24"/>
        </w:rPr>
        <w:t>QQ：819432228</w:t>
      </w:r>
    </w:p>
    <w:p w:rsidR="00487DE2" w:rsidRPr="00932631" w:rsidRDefault="00487DE2" w:rsidP="00487DE2">
      <w:pPr>
        <w:pStyle w:val="Heading1"/>
        <w:spacing w:before="0" w:line="360" w:lineRule="auto"/>
        <w:jc w:val="center"/>
        <w:rPr>
          <w:rFonts w:ascii="华文隶书" w:eastAsia="华文隶书" w:hAnsi="微软雅黑"/>
          <w:b w:val="0"/>
          <w:color w:val="auto"/>
          <w:sz w:val="36"/>
          <w:szCs w:val="24"/>
        </w:rPr>
      </w:pPr>
      <w:r w:rsidRPr="00932631">
        <w:rPr>
          <w:rFonts w:ascii="华文隶书" w:eastAsia="华文隶书" w:hAnsi="微软雅黑" w:hint="eastAsia"/>
          <w:b w:val="0"/>
          <w:color w:val="auto"/>
          <w:sz w:val="36"/>
          <w:szCs w:val="24"/>
        </w:rPr>
        <w:t>Email： Wind-VDS@qq.com</w:t>
      </w:r>
    </w:p>
    <w:p w:rsidR="00487DE2" w:rsidRPr="00932631" w:rsidRDefault="00487DE2" w:rsidP="00487DE2">
      <w:pPr>
        <w:pStyle w:val="Heading1"/>
        <w:spacing w:before="0" w:line="360" w:lineRule="auto"/>
        <w:jc w:val="center"/>
        <w:rPr>
          <w:rFonts w:ascii="华文行楷" w:eastAsia="华文行楷" w:hAnsi="华文楷体"/>
          <w:b w:val="0"/>
          <w:color w:val="auto"/>
          <w:sz w:val="36"/>
          <w:szCs w:val="24"/>
        </w:rPr>
      </w:pPr>
      <w:r w:rsidRPr="00932631">
        <w:rPr>
          <w:rFonts w:ascii="华文行楷" w:eastAsia="华文行楷" w:hAnsi="华文楷体" w:hint="eastAsia"/>
          <w:b w:val="0"/>
          <w:color w:val="auto"/>
          <w:sz w:val="36"/>
          <w:szCs w:val="24"/>
        </w:rPr>
        <w:t>【Wind-VDS笔记系列】下载</w:t>
      </w:r>
    </w:p>
    <w:p w:rsidR="00487DE2" w:rsidRPr="00932631" w:rsidRDefault="00487DE2" w:rsidP="00487DE2">
      <w:pPr>
        <w:pStyle w:val="Heading1"/>
        <w:spacing w:before="0" w:line="360" w:lineRule="auto"/>
        <w:jc w:val="center"/>
        <w:rPr>
          <w:rFonts w:ascii="华文行楷" w:eastAsia="华文行楷" w:hAnsi="华文楷体"/>
          <w:b w:val="0"/>
          <w:color w:val="auto"/>
          <w:sz w:val="36"/>
          <w:szCs w:val="24"/>
        </w:rPr>
      </w:pPr>
      <w:hyperlink r:id="rId8" w:history="1">
        <w:r w:rsidRPr="00932631">
          <w:rPr>
            <w:rFonts w:ascii="华文行楷" w:eastAsia="华文行楷" w:hAnsi="华文楷体" w:hint="eastAsia"/>
            <w:b w:val="0"/>
            <w:color w:val="auto"/>
            <w:sz w:val="36"/>
            <w:szCs w:val="24"/>
          </w:rPr>
          <w:t>http://iask.sina.com.cn/u/1974059727/ish?folderid=258624</w:t>
        </w:r>
      </w:hyperlink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p w:rsidR="008332A5" w:rsidRDefault="008332A5" w:rsidP="00E56E66">
      <w:pPr>
        <w:spacing w:after="0" w:line="360" w:lineRule="auto"/>
        <w:rPr>
          <w:rFonts w:hint="eastAsia"/>
          <w:b/>
          <w:sz w:val="28"/>
          <w:szCs w:val="28"/>
        </w:rPr>
      </w:pPr>
    </w:p>
    <w:sectPr w:rsidR="008332A5" w:rsidSect="00A90E46">
      <w:headerReference w:type="default" r:id="rId9"/>
      <w:footerReference w:type="default" r:id="rId10"/>
      <w:pgSz w:w="12240" w:h="15840"/>
      <w:pgMar w:top="576" w:right="576" w:bottom="576" w:left="288" w:header="288" w:footer="28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F72" w:rsidRDefault="00DE0F72" w:rsidP="00B53D9C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DE0F72" w:rsidRDefault="00DE0F72" w:rsidP="00B53D9C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54" w:type="pct"/>
      <w:jc w:val="center"/>
      <w:tblInd w:w="-774" w:type="dxa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729"/>
      <w:gridCol w:w="10988"/>
    </w:tblGrid>
    <w:tr w:rsidR="008332A5" w:rsidRPr="00F45249" w:rsidTr="000D1C31">
      <w:trPr>
        <w:jc w:val="center"/>
      </w:trPr>
      <w:tc>
        <w:tcPr>
          <w:tcW w:w="729" w:type="dxa"/>
        </w:tcPr>
        <w:p w:rsidR="008332A5" w:rsidRPr="00F45249" w:rsidRDefault="008332A5" w:rsidP="00F45249">
          <w:pPr>
            <w:pStyle w:val="Footer"/>
            <w:jc w:val="center"/>
            <w:rPr>
              <w:rFonts w:hint="eastAsia"/>
              <w:color w:val="4F81BD" w:themeColor="accent1"/>
              <w:sz w:val="28"/>
              <w:szCs w:val="28"/>
            </w:rPr>
          </w:pPr>
          <w:r w:rsidRPr="00F45249">
            <w:rPr>
              <w:sz w:val="28"/>
              <w:szCs w:val="28"/>
            </w:rPr>
            <w:fldChar w:fldCharType="begin"/>
          </w:r>
          <w:r w:rsidRPr="00F45249">
            <w:rPr>
              <w:sz w:val="28"/>
              <w:szCs w:val="28"/>
            </w:rPr>
            <w:instrText xml:space="preserve"> PAGE   \* MERGEFORMAT </w:instrText>
          </w:r>
          <w:r w:rsidRPr="00F45249">
            <w:rPr>
              <w:sz w:val="28"/>
              <w:szCs w:val="28"/>
            </w:rPr>
            <w:fldChar w:fldCharType="separate"/>
          </w:r>
          <w:r w:rsidR="00487DE2" w:rsidRPr="00487DE2">
            <w:rPr>
              <w:rFonts w:hint="eastAsia"/>
              <w:noProof/>
              <w:color w:val="4F81BD" w:themeColor="accent1"/>
              <w:sz w:val="28"/>
              <w:szCs w:val="28"/>
            </w:rPr>
            <w:t>13</w:t>
          </w:r>
          <w:r w:rsidRPr="00F45249">
            <w:rPr>
              <w:sz w:val="28"/>
              <w:szCs w:val="28"/>
            </w:rPr>
            <w:fldChar w:fldCharType="end"/>
          </w:r>
        </w:p>
      </w:tc>
      <w:tc>
        <w:tcPr>
          <w:tcW w:w="10989" w:type="dxa"/>
        </w:tcPr>
        <w:p w:rsidR="008332A5" w:rsidRDefault="008332A5" w:rsidP="005F1D02">
          <w:pPr>
            <w:spacing w:after="0" w:line="240" w:lineRule="auto"/>
            <w:rPr>
              <w:rFonts w:ascii="华文行楷" w:eastAsia="华文行楷" w:hAnsi="楷体"/>
              <w:sz w:val="28"/>
              <w:szCs w:val="28"/>
            </w:rPr>
          </w:pPr>
          <w:r w:rsidRPr="00F45249">
            <w:rPr>
              <w:rFonts w:ascii="华文行楷" w:eastAsia="华文行楷" w:hAnsi="楷体" w:hint="eastAsia"/>
              <w:sz w:val="28"/>
              <w:szCs w:val="28"/>
            </w:rPr>
            <w:t>词汇乃语言核心。我们的错误在于 太过关注输入，忽视输出。</w:t>
          </w:r>
        </w:p>
        <w:p w:rsidR="008332A5" w:rsidRPr="000D1C31" w:rsidRDefault="008332A5" w:rsidP="005F1D02">
          <w:pPr>
            <w:spacing w:after="0" w:line="240" w:lineRule="auto"/>
            <w:rPr>
              <w:rFonts w:asciiTheme="minorHAnsi" w:eastAsia="华文行楷" w:hAnsiTheme="minorHAnsi"/>
              <w:sz w:val="28"/>
              <w:szCs w:val="28"/>
            </w:rPr>
          </w:pPr>
          <w:r w:rsidRPr="00F45249">
            <w:rPr>
              <w:rFonts w:ascii="华文行楷" w:eastAsia="华文行楷" w:hAnsi="楷体" w:hint="eastAsia"/>
              <w:sz w:val="28"/>
              <w:szCs w:val="28"/>
            </w:rPr>
            <w:t>结果即 我们能听懂看懂的词汇（Passive Vocabulary</w:t>
          </w:r>
          <w:r>
            <w:rPr>
              <w:rFonts w:ascii="华文行楷" w:eastAsia="华文行楷" w:hAnsi="楷体" w:hint="eastAsia"/>
              <w:sz w:val="28"/>
              <w:szCs w:val="28"/>
            </w:rPr>
            <w:t>消极词汇）越来越多，能说出来用得上的词汇</w:t>
          </w:r>
          <w:r w:rsidRPr="00F45249">
            <w:rPr>
              <w:rFonts w:ascii="华文行楷" w:eastAsia="华文行楷" w:hAnsi="楷体" w:hint="eastAsia"/>
              <w:sz w:val="28"/>
              <w:szCs w:val="28"/>
            </w:rPr>
            <w:t xml:space="preserve">（Active Vocabulary积极词汇）则停滞不涨 。                                          </w:t>
          </w:r>
          <w:r>
            <w:rPr>
              <w:rFonts w:ascii="华文行楷" w:eastAsia="华文行楷" w:hAnsi="楷体" w:hint="eastAsia"/>
              <w:sz w:val="28"/>
              <w:szCs w:val="28"/>
            </w:rPr>
            <w:t xml:space="preserve"> </w:t>
          </w:r>
          <w:r>
            <w:rPr>
              <w:rFonts w:ascii="华文行楷" w:eastAsia="华文行楷" w:hAnsi="楷体"/>
              <w:sz w:val="28"/>
              <w:szCs w:val="28"/>
            </w:rPr>
            <w:t xml:space="preserve">  </w:t>
          </w:r>
          <w:r w:rsidRPr="00F45249">
            <w:rPr>
              <w:rFonts w:ascii="华文行楷" w:eastAsia="华文行楷" w:hAnsi="楷体" w:hint="eastAsia"/>
              <w:sz w:val="28"/>
              <w:szCs w:val="28"/>
            </w:rPr>
            <w:t xml:space="preserve"> ——Wind-VDS</w:t>
          </w:r>
        </w:p>
      </w:tc>
    </w:tr>
  </w:tbl>
  <w:p w:rsidR="008332A5" w:rsidRPr="00F45249" w:rsidRDefault="008332A5" w:rsidP="00F45249">
    <w:pPr>
      <w:pStyle w:val="Footer"/>
      <w:spacing w:line="360" w:lineRule="auto"/>
      <w:rPr>
        <w:rFonts w:ascii="Arial" w:hAnsi="Arial" w:cs="Arial"/>
        <w:sz w:val="2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F72" w:rsidRDefault="00DE0F72" w:rsidP="00B53D9C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DE0F72" w:rsidRDefault="00DE0F72" w:rsidP="00B53D9C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2A5" w:rsidRPr="00F45249" w:rsidRDefault="008332A5" w:rsidP="000D1C31">
    <w:pPr>
      <w:pStyle w:val="Heading1"/>
      <w:spacing w:before="0" w:line="240" w:lineRule="auto"/>
      <w:jc w:val="center"/>
      <w:rPr>
        <w:rFonts w:ascii="华文行楷" w:eastAsia="华文行楷" w:hAnsi="Microsoft YaHei" w:hint="eastAsia"/>
        <w:color w:val="auto"/>
        <w:sz w:val="24"/>
        <w:szCs w:val="20"/>
        <w:shd w:val="clear" w:color="000000" w:fill="FFFFFF"/>
      </w:rPr>
    </w:pPr>
    <w:r w:rsidRPr="00F45249">
      <w:rPr>
        <w:rFonts w:ascii="华文行楷" w:eastAsia="华文行楷" w:hAnsi="宋体" w:cs="宋体" w:hint="eastAsia"/>
        <w:color w:val="auto"/>
        <w:sz w:val="24"/>
        <w:szCs w:val="20"/>
        <w:shd w:val="clear" w:color="000000" w:fill="FFFFFF"/>
      </w:rPr>
      <w:t>【Wind-VDS笔记系列】【The Big Bang Theory S04E</w:t>
    </w:r>
    <w:r>
      <w:rPr>
        <w:rFonts w:ascii="华文行楷" w:eastAsia="华文行楷" w:hAnsi="宋体" w:cs="宋体" w:hint="eastAsia"/>
        <w:color w:val="auto"/>
        <w:sz w:val="24"/>
        <w:szCs w:val="20"/>
        <w:shd w:val="clear" w:color="000000" w:fill="FFFFFF"/>
      </w:rPr>
      <w:t>2</w:t>
    </w:r>
    <w:r>
      <w:rPr>
        <w:rFonts w:ascii="华文行楷" w:eastAsia="华文行楷" w:hAnsi="宋体" w:cs="宋体"/>
        <w:color w:val="auto"/>
        <w:sz w:val="24"/>
        <w:szCs w:val="20"/>
        <w:shd w:val="clear" w:color="000000" w:fill="FFFFFF"/>
      </w:rPr>
      <w:t>4</w:t>
    </w:r>
    <w:r w:rsidRPr="00F45249">
      <w:rPr>
        <w:rFonts w:ascii="华文行楷" w:eastAsia="华文行楷" w:hAnsi="宋体" w:cs="宋体" w:hint="eastAsia"/>
        <w:color w:val="auto"/>
        <w:sz w:val="24"/>
        <w:szCs w:val="20"/>
        <w:shd w:val="clear" w:color="000000" w:fill="FFFFFF"/>
      </w:rPr>
      <w:t>】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5DFB"/>
    <w:multiLevelType w:val="hybridMultilevel"/>
    <w:tmpl w:val="00647054"/>
    <w:lvl w:ilvl="0" w:tplc="52B8D1BE">
      <w:numFmt w:val="bullet"/>
      <w:lvlText w:val="-"/>
      <w:lvlJc w:val="left"/>
      <w:pPr>
        <w:ind w:left="280" w:hanging="360"/>
      </w:pPr>
      <w:rPr>
        <w:rFonts w:ascii="Arial" w:eastAsia="微软雅黑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1">
    <w:nsid w:val="17BB16F8"/>
    <w:multiLevelType w:val="hybridMultilevel"/>
    <w:tmpl w:val="B130F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75958"/>
    <w:multiLevelType w:val="hybridMultilevel"/>
    <w:tmpl w:val="B1F0D5D2"/>
    <w:lvl w:ilvl="0" w:tplc="E7322778">
      <w:numFmt w:val="bullet"/>
      <w:lvlText w:val="-"/>
      <w:lvlJc w:val="left"/>
      <w:pPr>
        <w:ind w:left="280" w:hanging="360"/>
      </w:pPr>
      <w:rPr>
        <w:rFonts w:ascii="Arial" w:eastAsia="微软雅黑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3">
    <w:nsid w:val="7554626F"/>
    <w:multiLevelType w:val="hybridMultilevel"/>
    <w:tmpl w:val="417A39B4"/>
    <w:lvl w:ilvl="0" w:tplc="067AC904">
      <w:numFmt w:val="bullet"/>
      <w:lvlText w:val="-"/>
      <w:lvlJc w:val="left"/>
      <w:pPr>
        <w:ind w:left="720" w:hanging="360"/>
      </w:pPr>
      <w:rPr>
        <w:rFonts w:ascii="微软雅黑" w:eastAsia="微软雅黑" w:hAnsi="微软雅黑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F08B3"/>
    <w:rsid w:val="000519AB"/>
    <w:rsid w:val="000809E8"/>
    <w:rsid w:val="00096381"/>
    <w:rsid w:val="000D1C31"/>
    <w:rsid w:val="000D347C"/>
    <w:rsid w:val="000F2D1C"/>
    <w:rsid w:val="00104835"/>
    <w:rsid w:val="00117FF4"/>
    <w:rsid w:val="001208C1"/>
    <w:rsid w:val="00191D25"/>
    <w:rsid w:val="00194A84"/>
    <w:rsid w:val="00205A7F"/>
    <w:rsid w:val="00287085"/>
    <w:rsid w:val="002C1DF2"/>
    <w:rsid w:val="002D6A94"/>
    <w:rsid w:val="002F5467"/>
    <w:rsid w:val="002F55AF"/>
    <w:rsid w:val="002F5C9F"/>
    <w:rsid w:val="003014DA"/>
    <w:rsid w:val="00311DCC"/>
    <w:rsid w:val="00342D2D"/>
    <w:rsid w:val="0038047F"/>
    <w:rsid w:val="003852F8"/>
    <w:rsid w:val="00395C1E"/>
    <w:rsid w:val="003A36A4"/>
    <w:rsid w:val="003F08B3"/>
    <w:rsid w:val="00431AAB"/>
    <w:rsid w:val="0046356F"/>
    <w:rsid w:val="00472530"/>
    <w:rsid w:val="00487DE2"/>
    <w:rsid w:val="00491943"/>
    <w:rsid w:val="004C540D"/>
    <w:rsid w:val="004F1C98"/>
    <w:rsid w:val="00541F3B"/>
    <w:rsid w:val="005459E1"/>
    <w:rsid w:val="0055301D"/>
    <w:rsid w:val="00585D30"/>
    <w:rsid w:val="00594C7B"/>
    <w:rsid w:val="00597DF3"/>
    <w:rsid w:val="005A5D23"/>
    <w:rsid w:val="005C5410"/>
    <w:rsid w:val="005F1D02"/>
    <w:rsid w:val="006279B2"/>
    <w:rsid w:val="006372FF"/>
    <w:rsid w:val="006522AF"/>
    <w:rsid w:val="006562AD"/>
    <w:rsid w:val="006647C6"/>
    <w:rsid w:val="00671E64"/>
    <w:rsid w:val="00681F7B"/>
    <w:rsid w:val="0068741D"/>
    <w:rsid w:val="006F0E73"/>
    <w:rsid w:val="00726B57"/>
    <w:rsid w:val="00730868"/>
    <w:rsid w:val="007378D8"/>
    <w:rsid w:val="007774C0"/>
    <w:rsid w:val="00783A57"/>
    <w:rsid w:val="00801B93"/>
    <w:rsid w:val="00806F28"/>
    <w:rsid w:val="008332A5"/>
    <w:rsid w:val="008914D2"/>
    <w:rsid w:val="008E3992"/>
    <w:rsid w:val="00921A91"/>
    <w:rsid w:val="00945CBE"/>
    <w:rsid w:val="00966B2D"/>
    <w:rsid w:val="00967AF3"/>
    <w:rsid w:val="00A863AE"/>
    <w:rsid w:val="00A90E46"/>
    <w:rsid w:val="00AC6845"/>
    <w:rsid w:val="00AE12F1"/>
    <w:rsid w:val="00AF1CB1"/>
    <w:rsid w:val="00B1183C"/>
    <w:rsid w:val="00B327D3"/>
    <w:rsid w:val="00B34A33"/>
    <w:rsid w:val="00B371F5"/>
    <w:rsid w:val="00B5331B"/>
    <w:rsid w:val="00B53D9C"/>
    <w:rsid w:val="00B77EB7"/>
    <w:rsid w:val="00B93530"/>
    <w:rsid w:val="00BA3715"/>
    <w:rsid w:val="00BE0FD2"/>
    <w:rsid w:val="00C04C65"/>
    <w:rsid w:val="00C06398"/>
    <w:rsid w:val="00C54B29"/>
    <w:rsid w:val="00C72AD7"/>
    <w:rsid w:val="00CB0775"/>
    <w:rsid w:val="00CB359A"/>
    <w:rsid w:val="00CC68FA"/>
    <w:rsid w:val="00D12F1A"/>
    <w:rsid w:val="00D372E3"/>
    <w:rsid w:val="00D37A9D"/>
    <w:rsid w:val="00D45114"/>
    <w:rsid w:val="00D51D8A"/>
    <w:rsid w:val="00D53998"/>
    <w:rsid w:val="00DB208A"/>
    <w:rsid w:val="00DE0F72"/>
    <w:rsid w:val="00E55990"/>
    <w:rsid w:val="00E56E66"/>
    <w:rsid w:val="00E743BD"/>
    <w:rsid w:val="00EA642B"/>
    <w:rsid w:val="00EF53BE"/>
    <w:rsid w:val="00F2209E"/>
    <w:rsid w:val="00F3089B"/>
    <w:rsid w:val="00F42D15"/>
    <w:rsid w:val="00F45249"/>
    <w:rsid w:val="00F60045"/>
    <w:rsid w:val="00F62C2A"/>
    <w:rsid w:val="00FA46D8"/>
    <w:rsid w:val="00FA5420"/>
    <w:rsid w:val="00FB45D1"/>
    <w:rsid w:val="00FC669F"/>
    <w:rsid w:val="00FD4E42"/>
    <w:rsid w:val="00FE1E41"/>
    <w:rsid w:val="00FE53AD"/>
    <w:rsid w:val="00FF6971"/>
    <w:rsid w:val="00FF6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33"/>
    <w:rPr>
      <w:rFonts w:ascii="Microsoft YaHei" w:hAnsi="Microsoft YaHe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2F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2F1A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B53D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D9C"/>
  </w:style>
  <w:style w:type="paragraph" w:styleId="Footer">
    <w:name w:val="footer"/>
    <w:basedOn w:val="Normal"/>
    <w:link w:val="FooterChar"/>
    <w:uiPriority w:val="99"/>
    <w:unhideWhenUsed/>
    <w:rsid w:val="00B53D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D9C"/>
  </w:style>
  <w:style w:type="paragraph" w:styleId="BalloonText">
    <w:name w:val="Balloon Text"/>
    <w:basedOn w:val="Normal"/>
    <w:link w:val="BalloonTextChar"/>
    <w:uiPriority w:val="99"/>
    <w:semiHidden/>
    <w:unhideWhenUsed/>
    <w:rsid w:val="00B5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D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34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B34A3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14D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F0E73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7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sk.sina.com.cn/u/1974059727/ish?folderid=2586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uShun\Desktop\VDS%20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_Reference.XSL" StyleName="IEEE - Reference Order"/>
</file>

<file path=customXml/itemProps1.xml><?xml version="1.0" encoding="utf-8"?>
<ds:datastoreItem xmlns:ds="http://schemas.openxmlformats.org/officeDocument/2006/customXml" ds:itemID="{1CBC9195-AC28-4945-A4E0-F346E61B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VDS 模板.dotx</Template>
  <TotalTime>296</TotalTime>
  <Pages>13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Wind-MJE</dc:creator>
  <cp:lastModifiedBy>Wind-MJE</cp:lastModifiedBy>
  <cp:revision>2</cp:revision>
  <dcterms:created xsi:type="dcterms:W3CDTF">2011-05-20T06:09:00Z</dcterms:created>
  <dcterms:modified xsi:type="dcterms:W3CDTF">2011-05-20T11:24:00Z</dcterms:modified>
</cp:coreProperties>
</file>